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349E5" w14:textId="3FDE4785" w:rsidR="0077695A" w:rsidRDefault="00836197" w:rsidP="0077695A">
      <w:pPr>
        <w:pStyle w:val="Kop1"/>
      </w:pPr>
      <w:r>
        <w:t>Wortelings</w:t>
      </w:r>
      <w:r w:rsidR="007E1478">
        <w:t>workshop</w:t>
      </w:r>
    </w:p>
    <w:p w14:paraId="03E689AC" w14:textId="41DE6DA7" w:rsidR="0077695A" w:rsidRDefault="0077695A" w:rsidP="004B7093">
      <w:pPr>
        <w:pStyle w:val="Citaat"/>
        <w:jc w:val="center"/>
      </w:pPr>
      <w:r>
        <w:t>“</w:t>
      </w:r>
      <w:r w:rsidR="004B7093" w:rsidRPr="004B7093">
        <w:t>Worteling is de belangrijkste</w:t>
      </w:r>
      <w:r w:rsidR="00820C4A">
        <w:br/>
      </w:r>
      <w:r w:rsidR="004B7093" w:rsidRPr="004B7093">
        <w:t>en meest miskende behoefte</w:t>
      </w:r>
      <w:r w:rsidR="00820C4A">
        <w:t xml:space="preserve"> </w:t>
      </w:r>
      <w:r w:rsidR="004B7093" w:rsidRPr="004B7093">
        <w:t>van de menselijke ziel.</w:t>
      </w:r>
      <w:r>
        <w:t>”</w:t>
      </w:r>
    </w:p>
    <w:p w14:paraId="3E3C36CB" w14:textId="419A2F22" w:rsidR="0077695A" w:rsidRPr="00D22FE6" w:rsidRDefault="0077695A" w:rsidP="0052019B">
      <w:pPr>
        <w:pStyle w:val="Citaat"/>
        <w:jc w:val="center"/>
      </w:pPr>
      <w:r>
        <w:t xml:space="preserve">- </w:t>
      </w:r>
      <w:r w:rsidR="0052019B" w:rsidRPr="0052019B">
        <w:t>Simone Weil (1909–1943) – Franse filosofe en mystica</w:t>
      </w:r>
      <w:r>
        <w:t xml:space="preserve"> -</w:t>
      </w:r>
    </w:p>
    <w:p w14:paraId="397F7A71" w14:textId="77777777" w:rsidR="004575B5" w:rsidRPr="004575B5" w:rsidRDefault="004575B5" w:rsidP="008F3827">
      <w:pPr>
        <w:pStyle w:val="Kop2"/>
      </w:pPr>
      <w:r w:rsidRPr="004575B5">
        <w:t>Workshop “Worteling als antwoord op ontworteling” (1,5 uur)</w:t>
      </w:r>
    </w:p>
    <w:p w14:paraId="6A890E00" w14:textId="77777777" w:rsidR="004575B5" w:rsidRPr="004575B5" w:rsidRDefault="004575B5" w:rsidP="004575B5">
      <w:r w:rsidRPr="004575B5">
        <w:rPr>
          <w:b/>
          <w:bCs/>
        </w:rPr>
        <w:t>Doel:</w:t>
      </w:r>
      <w:r w:rsidRPr="004575B5">
        <w:t xml:space="preserve"> Deelnemers ervaren dat veel wereldproblemen (milieu, economische scheefgroei, uitsluiting) voortkomen uit ontworteling en ontdekken hoe ze persoonlijk en collectief kunnen her-wortelen.</w:t>
      </w:r>
    </w:p>
    <w:p w14:paraId="26EB04BF" w14:textId="77777777" w:rsidR="004575B5" w:rsidRPr="004575B5" w:rsidRDefault="004575B5" w:rsidP="004575B5">
      <w:r w:rsidRPr="004575B5">
        <w:pict w14:anchorId="15084C5C">
          <v:rect id="_x0000_i1061" style="width:0;height:1.5pt" o:hralign="center" o:hrstd="t" o:hr="t" fillcolor="#a0a0a0" stroked="f"/>
        </w:pict>
      </w:r>
    </w:p>
    <w:p w14:paraId="2121D8B3" w14:textId="77777777" w:rsidR="004575B5" w:rsidRPr="004575B5" w:rsidRDefault="004575B5" w:rsidP="00761B9B">
      <w:pPr>
        <w:pStyle w:val="Kop2"/>
      </w:pPr>
      <w:r w:rsidRPr="004575B5">
        <w:t>1. Opening &amp; context (10 min)</w:t>
      </w:r>
    </w:p>
    <w:p w14:paraId="2A82FF2E" w14:textId="77777777" w:rsidR="004575B5" w:rsidRPr="004575B5" w:rsidRDefault="004575B5" w:rsidP="007012C0">
      <w:pPr>
        <w:numPr>
          <w:ilvl w:val="0"/>
          <w:numId w:val="2"/>
        </w:numPr>
      </w:pPr>
      <w:r w:rsidRPr="004575B5">
        <w:rPr>
          <w:b/>
          <w:bCs/>
        </w:rPr>
        <w:t>Welkom &amp; introductie</w:t>
      </w:r>
    </w:p>
    <w:p w14:paraId="7E844B5E" w14:textId="77777777" w:rsidR="004575B5" w:rsidRPr="004575B5" w:rsidRDefault="004575B5" w:rsidP="007012C0">
      <w:pPr>
        <w:numPr>
          <w:ilvl w:val="1"/>
          <w:numId w:val="2"/>
        </w:numPr>
      </w:pPr>
      <w:r w:rsidRPr="004575B5">
        <w:t xml:space="preserve">Stel de vraag: </w:t>
      </w:r>
      <w:r w:rsidRPr="004575B5">
        <w:rPr>
          <w:i/>
          <w:iCs/>
        </w:rPr>
        <w:t>Wat roept het woord ‘worteling’ bij je op?</w:t>
      </w:r>
    </w:p>
    <w:p w14:paraId="344C562D" w14:textId="77777777" w:rsidR="004575B5" w:rsidRPr="004575B5" w:rsidRDefault="004575B5" w:rsidP="007012C0">
      <w:pPr>
        <w:numPr>
          <w:ilvl w:val="0"/>
          <w:numId w:val="2"/>
        </w:numPr>
      </w:pPr>
      <w:r w:rsidRPr="004575B5">
        <w:rPr>
          <w:b/>
          <w:bCs/>
        </w:rPr>
        <w:t>Mini-inleiding</w:t>
      </w:r>
    </w:p>
    <w:p w14:paraId="6F92CE18" w14:textId="77777777" w:rsidR="004575B5" w:rsidRPr="004575B5" w:rsidRDefault="004575B5" w:rsidP="007012C0">
      <w:pPr>
        <w:numPr>
          <w:ilvl w:val="1"/>
          <w:numId w:val="2"/>
        </w:numPr>
      </w:pPr>
      <w:r w:rsidRPr="004575B5">
        <w:t xml:space="preserve">Deel Simone </w:t>
      </w:r>
      <w:proofErr w:type="spellStart"/>
      <w:r w:rsidRPr="004575B5">
        <w:t>Weil’s</w:t>
      </w:r>
      <w:proofErr w:type="spellEnd"/>
      <w:r w:rsidRPr="004575B5">
        <w:t xml:space="preserve"> gedachte: worteling is een </w:t>
      </w:r>
      <w:r w:rsidRPr="004575B5">
        <w:rPr>
          <w:i/>
          <w:iCs/>
        </w:rPr>
        <w:t>basisbehoefte van de menselijke ziel</w:t>
      </w:r>
      <w:r w:rsidRPr="004575B5">
        <w:t>.</w:t>
      </w:r>
    </w:p>
    <w:p w14:paraId="6DF94F13" w14:textId="77777777" w:rsidR="004575B5" w:rsidRPr="004575B5" w:rsidRDefault="004575B5" w:rsidP="007012C0">
      <w:pPr>
        <w:numPr>
          <w:ilvl w:val="1"/>
          <w:numId w:val="2"/>
        </w:numPr>
      </w:pPr>
      <w:r w:rsidRPr="004575B5">
        <w:t xml:space="preserve">Verbind dit met Joe </w:t>
      </w:r>
      <w:proofErr w:type="spellStart"/>
      <w:r w:rsidRPr="004575B5">
        <w:t>Brewer</w:t>
      </w:r>
      <w:proofErr w:type="spellEnd"/>
      <w:r w:rsidRPr="004575B5">
        <w:t xml:space="preserve">: her-wortelen in </w:t>
      </w:r>
      <w:proofErr w:type="spellStart"/>
      <w:r w:rsidRPr="004575B5">
        <w:t>bioregio’s</w:t>
      </w:r>
      <w:proofErr w:type="spellEnd"/>
      <w:r w:rsidRPr="004575B5">
        <w:t xml:space="preserve"> als antwoord op klimaat en sociale fragmentatie.</w:t>
      </w:r>
    </w:p>
    <w:p w14:paraId="105B7C86" w14:textId="77777777" w:rsidR="004575B5" w:rsidRPr="004575B5" w:rsidRDefault="004575B5" w:rsidP="007012C0">
      <w:pPr>
        <w:numPr>
          <w:ilvl w:val="1"/>
          <w:numId w:val="2"/>
        </w:numPr>
      </w:pPr>
      <w:r w:rsidRPr="004575B5">
        <w:t>Leg de aanleiding uit: veel crises = vormen van ontworteling.</w:t>
      </w:r>
    </w:p>
    <w:p w14:paraId="20C4D475" w14:textId="77777777" w:rsidR="004575B5" w:rsidRPr="004575B5" w:rsidRDefault="004575B5" w:rsidP="004575B5">
      <w:r w:rsidRPr="004575B5">
        <w:pict w14:anchorId="7A6633B8">
          <v:rect id="_x0000_i1062" style="width:0;height:1.5pt" o:hralign="center" o:hrstd="t" o:hr="t" fillcolor="#a0a0a0" stroked="f"/>
        </w:pict>
      </w:r>
    </w:p>
    <w:p w14:paraId="3A1753B0" w14:textId="777176AA" w:rsidR="004575B5" w:rsidRPr="004575B5" w:rsidRDefault="004575B5" w:rsidP="00761B9B">
      <w:pPr>
        <w:pStyle w:val="Kop2"/>
      </w:pPr>
      <w:r w:rsidRPr="004575B5">
        <w:t xml:space="preserve">2. Geleide </w:t>
      </w:r>
      <w:r w:rsidR="00B231A9" w:rsidRPr="004575B5">
        <w:t>meditatie/</w:t>
      </w:r>
      <w:r w:rsidRPr="004575B5">
        <w:t>gronding (10 min)</w:t>
      </w:r>
    </w:p>
    <w:p w14:paraId="2BF24FD8" w14:textId="77777777" w:rsidR="004575B5" w:rsidRPr="004575B5" w:rsidRDefault="004575B5" w:rsidP="007012C0">
      <w:pPr>
        <w:numPr>
          <w:ilvl w:val="0"/>
          <w:numId w:val="3"/>
        </w:numPr>
      </w:pPr>
      <w:r w:rsidRPr="004575B5">
        <w:t>Deelnemers zitten of staan.</w:t>
      </w:r>
    </w:p>
    <w:p w14:paraId="09EDE132" w14:textId="77777777" w:rsidR="004575B5" w:rsidRPr="004575B5" w:rsidRDefault="004575B5" w:rsidP="007012C0">
      <w:pPr>
        <w:numPr>
          <w:ilvl w:val="0"/>
          <w:numId w:val="3"/>
        </w:numPr>
      </w:pPr>
      <w:r w:rsidRPr="004575B5">
        <w:t>Begeleide visualisatie: voeten stevig, stel je wortels voor die de aarde in groeien.</w:t>
      </w:r>
    </w:p>
    <w:p w14:paraId="05E4F8D5" w14:textId="77777777" w:rsidR="004575B5" w:rsidRPr="004575B5" w:rsidRDefault="004575B5" w:rsidP="007012C0">
      <w:pPr>
        <w:numPr>
          <w:ilvl w:val="0"/>
          <w:numId w:val="3"/>
        </w:numPr>
      </w:pPr>
      <w:r w:rsidRPr="004575B5">
        <w:t>Nodig ze uit te voelen: zijn die wortels diep, breed, verstrengeld met anderen?</w:t>
      </w:r>
    </w:p>
    <w:p w14:paraId="3C2AC9AA" w14:textId="77777777" w:rsidR="004575B5" w:rsidRPr="004575B5" w:rsidRDefault="004575B5" w:rsidP="007012C0">
      <w:pPr>
        <w:numPr>
          <w:ilvl w:val="0"/>
          <w:numId w:val="3"/>
        </w:numPr>
      </w:pPr>
      <w:r w:rsidRPr="004575B5">
        <w:t>Doel: fysiek contact maken met het thema.</w:t>
      </w:r>
    </w:p>
    <w:p w14:paraId="508740C5" w14:textId="77777777" w:rsidR="004575B5" w:rsidRPr="004575B5" w:rsidRDefault="004575B5" w:rsidP="004575B5">
      <w:r w:rsidRPr="004575B5">
        <w:pict w14:anchorId="3DDB12EE">
          <v:rect id="_x0000_i1063" style="width:0;height:1.5pt" o:hralign="center" o:hrstd="t" o:hr="t" fillcolor="#a0a0a0" stroked="f"/>
        </w:pict>
      </w:r>
    </w:p>
    <w:p w14:paraId="6FCCA060" w14:textId="77777777" w:rsidR="004575B5" w:rsidRPr="004575B5" w:rsidRDefault="004575B5" w:rsidP="00761B9B">
      <w:pPr>
        <w:pStyle w:val="Kop2"/>
      </w:pPr>
      <w:r w:rsidRPr="004575B5">
        <w:t>3. Archetypische oefening – Welk landschap roept jou? (15 min)</w:t>
      </w:r>
    </w:p>
    <w:p w14:paraId="183188C6" w14:textId="77777777" w:rsidR="004575B5" w:rsidRPr="004575B5" w:rsidRDefault="004575B5" w:rsidP="007012C0">
      <w:pPr>
        <w:numPr>
          <w:ilvl w:val="0"/>
          <w:numId w:val="4"/>
        </w:numPr>
      </w:pPr>
      <w:r w:rsidRPr="004575B5">
        <w:t>Intro: sommige mensen voelen zich thuis bij stroming (zee/rivier), anderen bij beschutting (bos/bergen), weer anderen bij leegte (woestijn/heide).</w:t>
      </w:r>
    </w:p>
    <w:p w14:paraId="3F58DE2F" w14:textId="77777777" w:rsidR="004575B5" w:rsidRPr="004575B5" w:rsidRDefault="004575B5" w:rsidP="007012C0">
      <w:pPr>
        <w:numPr>
          <w:ilvl w:val="0"/>
          <w:numId w:val="4"/>
        </w:numPr>
      </w:pPr>
      <w:r w:rsidRPr="004575B5">
        <w:t xml:space="preserve">Vraag: </w:t>
      </w:r>
      <w:r w:rsidRPr="004575B5">
        <w:rPr>
          <w:i/>
          <w:iCs/>
        </w:rPr>
        <w:t>Welk landschap geeft jou kracht? Waar voel jij je geworteld?</w:t>
      </w:r>
    </w:p>
    <w:p w14:paraId="4F508B23" w14:textId="77777777" w:rsidR="004575B5" w:rsidRPr="004575B5" w:rsidRDefault="004575B5" w:rsidP="007012C0">
      <w:pPr>
        <w:numPr>
          <w:ilvl w:val="0"/>
          <w:numId w:val="4"/>
        </w:numPr>
      </w:pPr>
      <w:r w:rsidRPr="004575B5">
        <w:t>Laat deelnemers kiezen (met kaarten of beelden).</w:t>
      </w:r>
    </w:p>
    <w:p w14:paraId="5FF6A44A" w14:textId="77777777" w:rsidR="004575B5" w:rsidRPr="004575B5" w:rsidRDefault="004575B5" w:rsidP="007012C0">
      <w:pPr>
        <w:numPr>
          <w:ilvl w:val="0"/>
          <w:numId w:val="4"/>
        </w:numPr>
      </w:pPr>
      <w:r w:rsidRPr="004575B5">
        <w:t>Delen in tweetallen: wat zegt dit over jouw worteling?</w:t>
      </w:r>
    </w:p>
    <w:p w14:paraId="14099E46" w14:textId="77777777" w:rsidR="004575B5" w:rsidRPr="004575B5" w:rsidRDefault="004575B5" w:rsidP="004575B5">
      <w:r w:rsidRPr="004575B5">
        <w:pict w14:anchorId="1871FC52">
          <v:rect id="_x0000_i1064" style="width:0;height:1.5pt" o:hralign="center" o:hrstd="t" o:hr="t" fillcolor="#a0a0a0" stroked="f"/>
        </w:pict>
      </w:r>
    </w:p>
    <w:p w14:paraId="5009B2C7" w14:textId="77777777" w:rsidR="004575B5" w:rsidRPr="004575B5" w:rsidRDefault="004575B5" w:rsidP="00761B9B">
      <w:pPr>
        <w:pStyle w:val="Kop2"/>
      </w:pPr>
      <w:r w:rsidRPr="004575B5">
        <w:t>4. Het Wortelingskompas invullen (25 min)</w:t>
      </w:r>
    </w:p>
    <w:p w14:paraId="1F1C63D9" w14:textId="77777777" w:rsidR="004575B5" w:rsidRPr="004575B5" w:rsidRDefault="004575B5" w:rsidP="007012C0">
      <w:pPr>
        <w:numPr>
          <w:ilvl w:val="0"/>
          <w:numId w:val="5"/>
        </w:numPr>
      </w:pPr>
      <w:r w:rsidRPr="004575B5">
        <w:t>Uitleg van de 12 aspecten (gebied, gemeenschap, rituelen, jezelf).</w:t>
      </w:r>
    </w:p>
    <w:p w14:paraId="1F2F305C" w14:textId="77777777" w:rsidR="004575B5" w:rsidRPr="004575B5" w:rsidRDefault="004575B5" w:rsidP="007012C0">
      <w:pPr>
        <w:numPr>
          <w:ilvl w:val="0"/>
          <w:numId w:val="5"/>
        </w:numPr>
      </w:pPr>
      <w:r w:rsidRPr="004575B5">
        <w:t>Individueel:</w:t>
      </w:r>
    </w:p>
    <w:p w14:paraId="705EF98F" w14:textId="77777777" w:rsidR="004575B5" w:rsidRPr="004575B5" w:rsidRDefault="004575B5" w:rsidP="007012C0">
      <w:pPr>
        <w:numPr>
          <w:ilvl w:val="1"/>
          <w:numId w:val="5"/>
        </w:numPr>
      </w:pPr>
      <w:r w:rsidRPr="004575B5">
        <w:t>Schrijf kernwoorden bij elk aspect.</w:t>
      </w:r>
    </w:p>
    <w:p w14:paraId="0698CF60" w14:textId="77777777" w:rsidR="004575B5" w:rsidRPr="004575B5" w:rsidRDefault="004575B5" w:rsidP="007012C0">
      <w:pPr>
        <w:numPr>
          <w:ilvl w:val="1"/>
          <w:numId w:val="5"/>
        </w:numPr>
      </w:pPr>
      <w:r w:rsidRPr="004575B5">
        <w:t>Geef score: hoe belangrijk is dit voor jou, en hoe sterk leef je er nu naar?</w:t>
      </w:r>
    </w:p>
    <w:p w14:paraId="2F58430F" w14:textId="77777777" w:rsidR="004575B5" w:rsidRPr="004575B5" w:rsidRDefault="004575B5" w:rsidP="007012C0">
      <w:pPr>
        <w:numPr>
          <w:ilvl w:val="0"/>
          <w:numId w:val="5"/>
        </w:numPr>
      </w:pPr>
      <w:r w:rsidRPr="004575B5">
        <w:t>Trek de lijnen → ontstaat een zichtbaar patroon.</w:t>
      </w:r>
    </w:p>
    <w:p w14:paraId="68115E3A" w14:textId="77777777" w:rsidR="004575B5" w:rsidRPr="004575B5" w:rsidRDefault="004575B5" w:rsidP="007012C0">
      <w:pPr>
        <w:numPr>
          <w:ilvl w:val="0"/>
          <w:numId w:val="5"/>
        </w:numPr>
      </w:pPr>
      <w:r w:rsidRPr="004575B5">
        <w:t>Kleine groepjes (3–4): deel wat opvalt en welk aspect komende tijd meer aandacht verdient.</w:t>
      </w:r>
    </w:p>
    <w:p w14:paraId="7D58D7B8" w14:textId="77777777" w:rsidR="004575B5" w:rsidRPr="004575B5" w:rsidRDefault="004575B5" w:rsidP="004575B5">
      <w:r w:rsidRPr="004575B5">
        <w:pict w14:anchorId="67E990AE">
          <v:rect id="_x0000_i1065" style="width:0;height:1.5pt" o:hralign="center" o:hrstd="t" o:hr="t" fillcolor="#a0a0a0" stroked="f"/>
        </w:pict>
      </w:r>
    </w:p>
    <w:p w14:paraId="5458A953" w14:textId="77777777" w:rsidR="004575B5" w:rsidRPr="004575B5" w:rsidRDefault="004575B5" w:rsidP="00761B9B">
      <w:pPr>
        <w:pStyle w:val="Kop2"/>
      </w:pPr>
      <w:r w:rsidRPr="004575B5">
        <w:lastRenderedPageBreak/>
        <w:t>5. Reflectie &amp; verbinding (20 min)</w:t>
      </w:r>
    </w:p>
    <w:p w14:paraId="6864BC2D" w14:textId="77777777" w:rsidR="004575B5" w:rsidRPr="004575B5" w:rsidRDefault="004575B5" w:rsidP="007012C0">
      <w:pPr>
        <w:numPr>
          <w:ilvl w:val="0"/>
          <w:numId w:val="6"/>
        </w:numPr>
      </w:pPr>
      <w:r w:rsidRPr="004575B5">
        <w:t>Plenair gesprek:</w:t>
      </w:r>
    </w:p>
    <w:p w14:paraId="7B94012E" w14:textId="77777777" w:rsidR="004575B5" w:rsidRPr="004575B5" w:rsidRDefault="004575B5" w:rsidP="007012C0">
      <w:pPr>
        <w:numPr>
          <w:ilvl w:val="1"/>
          <w:numId w:val="6"/>
        </w:numPr>
      </w:pPr>
      <w:r w:rsidRPr="004575B5">
        <w:t>Wat zien we als rode draad?</w:t>
      </w:r>
    </w:p>
    <w:p w14:paraId="77FE450F" w14:textId="77777777" w:rsidR="004575B5" w:rsidRPr="004575B5" w:rsidRDefault="004575B5" w:rsidP="007012C0">
      <w:pPr>
        <w:numPr>
          <w:ilvl w:val="1"/>
          <w:numId w:val="6"/>
        </w:numPr>
      </w:pPr>
      <w:r w:rsidRPr="004575B5">
        <w:t>Hoe helpt worteling ons om anders naar huidige crises te kijken (milieu, economie, uitsluiting)?</w:t>
      </w:r>
    </w:p>
    <w:p w14:paraId="70AC3A52" w14:textId="77777777" w:rsidR="004575B5" w:rsidRPr="004575B5" w:rsidRDefault="004575B5" w:rsidP="007012C0">
      <w:pPr>
        <w:numPr>
          <w:ilvl w:val="0"/>
          <w:numId w:val="6"/>
        </w:numPr>
      </w:pPr>
      <w:r w:rsidRPr="004575B5">
        <w:t xml:space="preserve">Laat iedereen 1 concrete actie noteren: </w:t>
      </w:r>
      <w:r w:rsidRPr="004575B5">
        <w:rPr>
          <w:i/>
          <w:iCs/>
        </w:rPr>
        <w:t>Wat ga jij deze week doen om je worteling te voeden?</w:t>
      </w:r>
    </w:p>
    <w:p w14:paraId="1A464EF5" w14:textId="77777777" w:rsidR="004575B5" w:rsidRPr="004575B5" w:rsidRDefault="004575B5" w:rsidP="004575B5">
      <w:r w:rsidRPr="004575B5">
        <w:pict w14:anchorId="06605A93">
          <v:rect id="_x0000_i1066" style="width:0;height:1.5pt" o:hralign="center" o:hrstd="t" o:hr="t" fillcolor="#a0a0a0" stroked="f"/>
        </w:pict>
      </w:r>
    </w:p>
    <w:p w14:paraId="164FC787" w14:textId="77777777" w:rsidR="004575B5" w:rsidRPr="004575B5" w:rsidRDefault="004575B5" w:rsidP="00761B9B">
      <w:pPr>
        <w:pStyle w:val="Kop2"/>
      </w:pPr>
      <w:r w:rsidRPr="004575B5">
        <w:t>6. Afsluiting (10 min)</w:t>
      </w:r>
    </w:p>
    <w:p w14:paraId="0DA63434" w14:textId="77777777" w:rsidR="004575B5" w:rsidRPr="004575B5" w:rsidRDefault="004575B5" w:rsidP="007012C0">
      <w:pPr>
        <w:numPr>
          <w:ilvl w:val="0"/>
          <w:numId w:val="7"/>
        </w:numPr>
      </w:pPr>
      <w:r w:rsidRPr="004575B5">
        <w:t>Deel de metafoor: wortels geven stevigheid én ruimte om te bloeien.</w:t>
      </w:r>
    </w:p>
    <w:p w14:paraId="3C2D5E2C" w14:textId="77777777" w:rsidR="004575B5" w:rsidRPr="004575B5" w:rsidRDefault="004575B5" w:rsidP="007012C0">
      <w:pPr>
        <w:numPr>
          <w:ilvl w:val="0"/>
          <w:numId w:val="7"/>
        </w:numPr>
      </w:pPr>
      <w:r w:rsidRPr="004575B5">
        <w:t>Rond af met een kort ritueel: ieder noemt een woord dat ze meenemen.</w:t>
      </w:r>
    </w:p>
    <w:p w14:paraId="33828910" w14:textId="77777777" w:rsidR="004575B5" w:rsidRPr="004575B5" w:rsidRDefault="004575B5" w:rsidP="007012C0">
      <w:pPr>
        <w:numPr>
          <w:ilvl w:val="0"/>
          <w:numId w:val="7"/>
        </w:numPr>
      </w:pPr>
      <w:r w:rsidRPr="004575B5">
        <w:t>Bedank en verbind terug naar de grotere context: her-worteling als tegenkracht tegen ontworteling.</w:t>
      </w:r>
    </w:p>
    <w:p w14:paraId="166CC566" w14:textId="67071046" w:rsidR="008024A5" w:rsidRDefault="008024A5" w:rsidP="004575B5"/>
    <w:p w14:paraId="153B59E9" w14:textId="77777777" w:rsidR="006C6685" w:rsidRDefault="006C6685" w:rsidP="004575B5"/>
    <w:p w14:paraId="53AC0664" w14:textId="77777777" w:rsidR="006C6685" w:rsidRPr="006C6685" w:rsidRDefault="006C6685" w:rsidP="007503B1">
      <w:pPr>
        <w:pageBreakBefore/>
        <w:rPr>
          <w:b/>
          <w:bCs/>
        </w:rPr>
      </w:pPr>
      <w:r w:rsidRPr="006C6685">
        <w:rPr>
          <w:b/>
          <w:bCs/>
        </w:rPr>
        <w:lastRenderedPageBreak/>
        <w:t xml:space="preserve">Aanbevolen </w:t>
      </w:r>
      <w:proofErr w:type="gramStart"/>
      <w:r w:rsidRPr="006C6685">
        <w:rPr>
          <w:b/>
          <w:bCs/>
        </w:rPr>
        <w:t>artikelen /</w:t>
      </w:r>
      <w:proofErr w:type="gramEnd"/>
      <w:r w:rsidRPr="006C6685">
        <w:rPr>
          <w:b/>
          <w:bCs/>
        </w:rPr>
        <w:t xml:space="preserve"> bronnen &amp; relevantie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7"/>
        <w:gridCol w:w="3025"/>
        <w:gridCol w:w="5160"/>
      </w:tblGrid>
      <w:tr w:rsidR="006C6685" w:rsidRPr="006C6685" w14:paraId="7157A7B3" w14:textId="77777777" w:rsidTr="0050569C">
        <w:trPr>
          <w:tblHeader/>
          <w:tblCellSpacing w:w="15" w:type="dxa"/>
        </w:trPr>
        <w:tc>
          <w:tcPr>
            <w:tcW w:w="0" w:type="auto"/>
            <w:hideMark/>
          </w:tcPr>
          <w:p w14:paraId="097E1B8C" w14:textId="77777777" w:rsidR="006C6685" w:rsidRPr="006C6685" w:rsidRDefault="006C6685" w:rsidP="0050569C">
            <w:pPr>
              <w:rPr>
                <w:b/>
                <w:bCs/>
              </w:rPr>
            </w:pPr>
            <w:proofErr w:type="gramStart"/>
            <w:r w:rsidRPr="006C6685">
              <w:rPr>
                <w:b/>
                <w:bCs/>
              </w:rPr>
              <w:t>Auteur /</w:t>
            </w:r>
            <w:proofErr w:type="gramEnd"/>
            <w:r w:rsidRPr="006C6685">
              <w:rPr>
                <w:b/>
                <w:bCs/>
              </w:rPr>
              <w:t xml:space="preserve"> Bron</w:t>
            </w:r>
          </w:p>
        </w:tc>
        <w:tc>
          <w:tcPr>
            <w:tcW w:w="0" w:type="auto"/>
            <w:hideMark/>
          </w:tcPr>
          <w:p w14:paraId="45F38EF1" w14:textId="77777777" w:rsidR="006C6685" w:rsidRPr="006C6685" w:rsidRDefault="006C6685" w:rsidP="0050569C">
            <w:pPr>
              <w:rPr>
                <w:b/>
                <w:bCs/>
              </w:rPr>
            </w:pPr>
            <w:proofErr w:type="gramStart"/>
            <w:r w:rsidRPr="006C6685">
              <w:rPr>
                <w:b/>
                <w:bCs/>
              </w:rPr>
              <w:t>Titel /</w:t>
            </w:r>
            <w:proofErr w:type="gramEnd"/>
            <w:r w:rsidRPr="006C6685">
              <w:rPr>
                <w:b/>
                <w:bCs/>
              </w:rPr>
              <w:t xml:space="preserve"> Jaar</w:t>
            </w:r>
          </w:p>
        </w:tc>
        <w:tc>
          <w:tcPr>
            <w:tcW w:w="0" w:type="auto"/>
            <w:hideMark/>
          </w:tcPr>
          <w:p w14:paraId="2BBF9F86" w14:textId="77777777" w:rsidR="006C6685" w:rsidRPr="006C6685" w:rsidRDefault="006C6685" w:rsidP="0050569C">
            <w:pPr>
              <w:rPr>
                <w:b/>
                <w:bCs/>
              </w:rPr>
            </w:pPr>
            <w:r w:rsidRPr="006C6685">
              <w:rPr>
                <w:b/>
                <w:bCs/>
              </w:rPr>
              <w:t>Kerninhoud &amp; relevantie voor Wortelingskompas</w:t>
            </w:r>
          </w:p>
        </w:tc>
      </w:tr>
      <w:tr w:rsidR="006C6685" w:rsidRPr="006C6685" w14:paraId="6670F3D4" w14:textId="77777777" w:rsidTr="0050569C">
        <w:trPr>
          <w:tblCellSpacing w:w="15" w:type="dxa"/>
        </w:trPr>
        <w:tc>
          <w:tcPr>
            <w:tcW w:w="0" w:type="auto"/>
            <w:hideMark/>
          </w:tcPr>
          <w:p w14:paraId="4AC97DEE" w14:textId="77777777" w:rsidR="006C6685" w:rsidRPr="006C6685" w:rsidRDefault="006C6685" w:rsidP="0050569C">
            <w:r w:rsidRPr="006C6685">
              <w:rPr>
                <w:b/>
                <w:bCs/>
              </w:rPr>
              <w:t>Simone Weil</w:t>
            </w:r>
          </w:p>
        </w:tc>
        <w:tc>
          <w:tcPr>
            <w:tcW w:w="0" w:type="auto"/>
            <w:hideMark/>
          </w:tcPr>
          <w:p w14:paraId="2EF0EFB3" w14:textId="77777777" w:rsidR="006C6685" w:rsidRPr="006C6685" w:rsidRDefault="006C6685" w:rsidP="0050569C">
            <w:proofErr w:type="spellStart"/>
            <w:r w:rsidRPr="006C6685">
              <w:rPr>
                <w:i/>
                <w:iCs/>
              </w:rPr>
              <w:t>L’Enracinement</w:t>
            </w:r>
            <w:proofErr w:type="spellEnd"/>
            <w:r w:rsidRPr="006C6685">
              <w:rPr>
                <w:i/>
                <w:iCs/>
              </w:rPr>
              <w:t xml:space="preserve"> (The </w:t>
            </w:r>
            <w:proofErr w:type="spellStart"/>
            <w:r w:rsidRPr="006C6685">
              <w:rPr>
                <w:i/>
                <w:iCs/>
              </w:rPr>
              <w:t>Need</w:t>
            </w:r>
            <w:proofErr w:type="spellEnd"/>
            <w:r w:rsidRPr="006C6685">
              <w:rPr>
                <w:i/>
                <w:iCs/>
              </w:rPr>
              <w:t xml:space="preserve"> </w:t>
            </w:r>
            <w:proofErr w:type="spellStart"/>
            <w:r w:rsidRPr="006C6685">
              <w:rPr>
                <w:i/>
                <w:iCs/>
              </w:rPr>
              <w:t>for</w:t>
            </w:r>
            <w:proofErr w:type="spellEnd"/>
            <w:r w:rsidRPr="006C6685">
              <w:rPr>
                <w:i/>
                <w:iCs/>
              </w:rPr>
              <w:t xml:space="preserve"> </w:t>
            </w:r>
            <w:proofErr w:type="spellStart"/>
            <w:r w:rsidRPr="006C6685">
              <w:rPr>
                <w:i/>
                <w:iCs/>
              </w:rPr>
              <w:t>Roots</w:t>
            </w:r>
            <w:proofErr w:type="spellEnd"/>
            <w:r w:rsidRPr="006C6685">
              <w:rPr>
                <w:i/>
                <w:iCs/>
              </w:rPr>
              <w:t>)</w:t>
            </w:r>
            <w:r w:rsidRPr="006C6685">
              <w:t>, 1949</w:t>
            </w:r>
          </w:p>
        </w:tc>
        <w:tc>
          <w:tcPr>
            <w:tcW w:w="0" w:type="auto"/>
            <w:hideMark/>
          </w:tcPr>
          <w:p w14:paraId="6C287081" w14:textId="7160BE03" w:rsidR="006C6685" w:rsidRPr="006C6685" w:rsidRDefault="006C6685" w:rsidP="0050569C">
            <w:r w:rsidRPr="006C6685">
              <w:t xml:space="preserve">Dit werk beschrijft de “behoefte van de ziel” aan worteling in plaats, gemeenschap, traditie. Weil onderzoekt oorzaken van </w:t>
            </w:r>
            <w:proofErr w:type="spellStart"/>
            <w:r w:rsidRPr="006C6685">
              <w:t>déracinement</w:t>
            </w:r>
            <w:proofErr w:type="spellEnd"/>
            <w:r w:rsidRPr="006C6685">
              <w:t xml:space="preserve"> (ontworteling) in moderne samenlevingen, en formuleert voorwaarden waaronder mensen zich thuis en geworteld kunnen voelen — zoals binding met natuur, gemeenschap, rituelen. </w:t>
            </w:r>
            <w:hyperlink r:id="rId11" w:tgtFrame="_blank" w:history="1">
              <w:r w:rsidR="00784A00">
                <w:rPr>
                  <w:rStyle w:val="Hyperlink"/>
                </w:rPr>
                <w:t xml:space="preserve">The </w:t>
              </w:r>
              <w:proofErr w:type="spellStart"/>
              <w:r w:rsidR="00784A00">
                <w:rPr>
                  <w:rStyle w:val="Hyperlink"/>
                </w:rPr>
                <w:t>Need</w:t>
              </w:r>
              <w:proofErr w:type="spellEnd"/>
              <w:r w:rsidR="00784A00">
                <w:rPr>
                  <w:rStyle w:val="Hyperlink"/>
                </w:rPr>
                <w:t xml:space="preserve"> </w:t>
              </w:r>
              <w:proofErr w:type="spellStart"/>
              <w:r w:rsidR="00784A00">
                <w:rPr>
                  <w:rStyle w:val="Hyperlink"/>
                </w:rPr>
                <w:t>for</w:t>
              </w:r>
              <w:proofErr w:type="spellEnd"/>
              <w:r w:rsidR="00784A00">
                <w:rPr>
                  <w:rStyle w:val="Hyperlink"/>
                </w:rPr>
                <w:t xml:space="preserve"> </w:t>
              </w:r>
              <w:proofErr w:type="spellStart"/>
              <w:r w:rsidR="00784A00">
                <w:rPr>
                  <w:rStyle w:val="Hyperlink"/>
                </w:rPr>
                <w:t>Roots</w:t>
              </w:r>
              <w:proofErr w:type="spellEnd"/>
            </w:hyperlink>
          </w:p>
        </w:tc>
      </w:tr>
      <w:tr w:rsidR="006C6685" w:rsidRPr="006C6685" w14:paraId="0D0E19EA" w14:textId="77777777" w:rsidTr="0050569C">
        <w:trPr>
          <w:tblCellSpacing w:w="15" w:type="dxa"/>
        </w:trPr>
        <w:tc>
          <w:tcPr>
            <w:tcW w:w="0" w:type="auto"/>
            <w:hideMark/>
          </w:tcPr>
          <w:p w14:paraId="16470CAC" w14:textId="77777777" w:rsidR="006C6685" w:rsidRPr="006C6685" w:rsidRDefault="006C6685" w:rsidP="0050569C">
            <w:r w:rsidRPr="006C6685">
              <w:rPr>
                <w:b/>
                <w:bCs/>
              </w:rPr>
              <w:t xml:space="preserve">Joe </w:t>
            </w:r>
            <w:proofErr w:type="spellStart"/>
            <w:r w:rsidRPr="006C6685">
              <w:rPr>
                <w:b/>
                <w:bCs/>
              </w:rPr>
              <w:t>Brewer</w:t>
            </w:r>
            <w:proofErr w:type="spellEnd"/>
          </w:p>
        </w:tc>
        <w:tc>
          <w:tcPr>
            <w:tcW w:w="0" w:type="auto"/>
            <w:hideMark/>
          </w:tcPr>
          <w:p w14:paraId="3EBDD13D" w14:textId="77777777" w:rsidR="006C6685" w:rsidRPr="006C6685" w:rsidRDefault="006C6685" w:rsidP="0050569C">
            <w:r w:rsidRPr="006C6685">
              <w:rPr>
                <w:i/>
                <w:iCs/>
              </w:rPr>
              <w:t xml:space="preserve">The Design </w:t>
            </w:r>
            <w:proofErr w:type="spellStart"/>
            <w:r w:rsidRPr="006C6685">
              <w:rPr>
                <w:i/>
                <w:iCs/>
              </w:rPr>
              <w:t>Pathway</w:t>
            </w:r>
            <w:proofErr w:type="spellEnd"/>
            <w:r w:rsidRPr="006C6685">
              <w:rPr>
                <w:i/>
                <w:iCs/>
              </w:rPr>
              <w:t xml:space="preserve"> </w:t>
            </w:r>
            <w:proofErr w:type="spellStart"/>
            <w:r w:rsidRPr="006C6685">
              <w:rPr>
                <w:i/>
                <w:iCs/>
              </w:rPr>
              <w:t>for</w:t>
            </w:r>
            <w:proofErr w:type="spellEnd"/>
            <w:r w:rsidRPr="006C6685">
              <w:rPr>
                <w:i/>
                <w:iCs/>
              </w:rPr>
              <w:t xml:space="preserve"> </w:t>
            </w:r>
            <w:proofErr w:type="spellStart"/>
            <w:r w:rsidRPr="006C6685">
              <w:rPr>
                <w:i/>
                <w:iCs/>
              </w:rPr>
              <w:t>Regenerating</w:t>
            </w:r>
            <w:proofErr w:type="spellEnd"/>
            <w:r w:rsidRPr="006C6685">
              <w:rPr>
                <w:i/>
                <w:iCs/>
              </w:rPr>
              <w:t xml:space="preserve"> Earth</w:t>
            </w:r>
            <w:r w:rsidRPr="006C6685">
              <w:t xml:space="preserve"> (via Earth </w:t>
            </w:r>
            <w:proofErr w:type="spellStart"/>
            <w:r w:rsidRPr="006C6685">
              <w:t>Regenerators</w:t>
            </w:r>
            <w:proofErr w:type="spellEnd"/>
            <w:r w:rsidRPr="006C6685">
              <w:t>)</w:t>
            </w:r>
          </w:p>
        </w:tc>
        <w:tc>
          <w:tcPr>
            <w:tcW w:w="0" w:type="auto"/>
            <w:hideMark/>
          </w:tcPr>
          <w:p w14:paraId="1310F831" w14:textId="6C1FB67F" w:rsidR="006C6685" w:rsidRPr="006C6685" w:rsidRDefault="006C6685" w:rsidP="0050569C">
            <w:proofErr w:type="spellStart"/>
            <w:r w:rsidRPr="006C6685">
              <w:t>Brewer</w:t>
            </w:r>
            <w:proofErr w:type="spellEnd"/>
            <w:r w:rsidRPr="006C6685">
              <w:t xml:space="preserve"> schetst hoe </w:t>
            </w:r>
            <w:proofErr w:type="spellStart"/>
            <w:r w:rsidRPr="006C6685">
              <w:t>bioregionale</w:t>
            </w:r>
            <w:proofErr w:type="spellEnd"/>
            <w:r w:rsidRPr="006C6685">
              <w:t xml:space="preserve"> regeneratie, lokale gemeenschappen, ecologisch herstel en cultureel bewustzijn samengaan. Hij benadrukt dat her-worteling in gebied (ecologie), rituelen en gemeenschap essentieel is voor duurzaamheid en welzijn. </w:t>
            </w:r>
            <w:hyperlink r:id="rId12" w:tgtFrame="_blank" w:history="1">
              <w:proofErr w:type="spellStart"/>
              <w:r w:rsidR="00E015EA">
                <w:rPr>
                  <w:rStyle w:val="Hyperlink"/>
                </w:rPr>
                <w:t>Bioregional</w:t>
              </w:r>
              <w:proofErr w:type="spellEnd"/>
              <w:r w:rsidR="00E015EA">
                <w:rPr>
                  <w:rStyle w:val="Hyperlink"/>
                </w:rPr>
                <w:t xml:space="preserve"> Earth - Design </w:t>
              </w:r>
              <w:proofErr w:type="spellStart"/>
              <w:r w:rsidR="00E015EA">
                <w:rPr>
                  <w:rStyle w:val="Hyperlink"/>
                </w:rPr>
                <w:t>Pathway</w:t>
              </w:r>
              <w:proofErr w:type="spellEnd"/>
            </w:hyperlink>
          </w:p>
        </w:tc>
      </w:tr>
      <w:tr w:rsidR="0056700A" w:rsidRPr="006C6685" w14:paraId="793D2B12" w14:textId="77777777" w:rsidTr="0050569C">
        <w:trPr>
          <w:tblCellSpacing w:w="15" w:type="dxa"/>
        </w:trPr>
        <w:tc>
          <w:tcPr>
            <w:tcW w:w="0" w:type="auto"/>
          </w:tcPr>
          <w:p w14:paraId="28411081" w14:textId="7CB50442" w:rsidR="0056700A" w:rsidRPr="006C6685" w:rsidRDefault="0056700A" w:rsidP="0056700A">
            <w:pPr>
              <w:rPr>
                <w:b/>
                <w:bCs/>
              </w:rPr>
            </w:pPr>
            <w:proofErr w:type="spellStart"/>
            <w:r w:rsidRPr="00D06008">
              <w:rPr>
                <w:b/>
                <w:bCs/>
              </w:rPr>
              <w:t>Cullum</w:t>
            </w:r>
            <w:proofErr w:type="spellEnd"/>
            <w:r w:rsidRPr="00D06008">
              <w:rPr>
                <w:b/>
                <w:bCs/>
              </w:rPr>
              <w:t xml:space="preserve">, C., O’Neill, C., &amp; </w:t>
            </w:r>
            <w:proofErr w:type="spellStart"/>
            <w:r w:rsidRPr="00D06008">
              <w:rPr>
                <w:b/>
                <w:bCs/>
              </w:rPr>
              <w:t>Ueda</w:t>
            </w:r>
            <w:proofErr w:type="spellEnd"/>
            <w:r w:rsidRPr="00D06008">
              <w:rPr>
                <w:b/>
                <w:bCs/>
              </w:rPr>
              <w:t>, A.</w:t>
            </w:r>
          </w:p>
        </w:tc>
        <w:tc>
          <w:tcPr>
            <w:tcW w:w="0" w:type="auto"/>
          </w:tcPr>
          <w:p w14:paraId="6322F483" w14:textId="47714885" w:rsidR="0056700A" w:rsidRPr="006C6685" w:rsidRDefault="0056700A" w:rsidP="0056700A">
            <w:pPr>
              <w:rPr>
                <w:i/>
                <w:iCs/>
              </w:rPr>
            </w:pPr>
            <w:r w:rsidRPr="00D06008">
              <w:rPr>
                <w:i/>
                <w:iCs/>
              </w:rPr>
              <w:t xml:space="preserve">Landscape archetypes </w:t>
            </w:r>
            <w:proofErr w:type="spellStart"/>
            <w:r w:rsidRPr="00D06008">
              <w:rPr>
                <w:i/>
                <w:iCs/>
              </w:rPr>
              <w:t>for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ecological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classification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and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cultural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meaning</w:t>
            </w:r>
            <w:proofErr w:type="spellEnd"/>
            <w:r w:rsidRPr="00D06008">
              <w:rPr>
                <w:i/>
                <w:iCs/>
              </w:rPr>
              <w:t>.</w:t>
            </w:r>
            <w:r w:rsidRPr="00D06008">
              <w:t xml:space="preserve"> </w:t>
            </w:r>
            <w:proofErr w:type="spellStart"/>
            <w:r w:rsidRPr="00D06008">
              <w:t>Progress</w:t>
            </w:r>
            <w:proofErr w:type="spellEnd"/>
            <w:r w:rsidRPr="00D06008">
              <w:t xml:space="preserve"> in Human </w:t>
            </w:r>
            <w:proofErr w:type="spellStart"/>
            <w:r w:rsidRPr="00D06008">
              <w:t>Geography</w:t>
            </w:r>
            <w:proofErr w:type="spellEnd"/>
            <w:r w:rsidRPr="00D06008">
              <w:t>, 2017</w:t>
            </w:r>
          </w:p>
        </w:tc>
        <w:tc>
          <w:tcPr>
            <w:tcW w:w="0" w:type="auto"/>
          </w:tcPr>
          <w:p w14:paraId="4F0B22A6" w14:textId="5FF7E98F" w:rsidR="0056700A" w:rsidRPr="006C6685" w:rsidRDefault="0056700A" w:rsidP="0056700A">
            <w:r w:rsidRPr="00D06008">
              <w:t>Bespreekt hoe landschapsarchetypen ecologische patronen en culturele betekenissen weerspiegelen. Geeft basis voor archetypen als bos, rivier, savanne.</w:t>
            </w:r>
          </w:p>
        </w:tc>
      </w:tr>
      <w:tr w:rsidR="00A50545" w:rsidRPr="006C6685" w14:paraId="6B002801" w14:textId="77777777" w:rsidTr="0050569C">
        <w:trPr>
          <w:tblCellSpacing w:w="15" w:type="dxa"/>
        </w:trPr>
        <w:tc>
          <w:tcPr>
            <w:tcW w:w="0" w:type="auto"/>
          </w:tcPr>
          <w:p w14:paraId="6FFDCE8E" w14:textId="043868B2" w:rsidR="00A50545" w:rsidRPr="00D06008" w:rsidRDefault="00A50545" w:rsidP="00A50545">
            <w:pPr>
              <w:rPr>
                <w:b/>
                <w:bCs/>
              </w:rPr>
            </w:pPr>
            <w:proofErr w:type="spellStart"/>
            <w:r w:rsidRPr="00D06008">
              <w:rPr>
                <w:b/>
                <w:bCs/>
              </w:rPr>
              <w:t>Scannell</w:t>
            </w:r>
            <w:proofErr w:type="spellEnd"/>
            <w:r w:rsidRPr="00D06008">
              <w:rPr>
                <w:b/>
                <w:bCs/>
              </w:rPr>
              <w:t>, L., &amp; Gifford, R.</w:t>
            </w:r>
          </w:p>
        </w:tc>
        <w:tc>
          <w:tcPr>
            <w:tcW w:w="0" w:type="auto"/>
          </w:tcPr>
          <w:p w14:paraId="76EA0C41" w14:textId="03152286" w:rsidR="00A50545" w:rsidRPr="00D06008" w:rsidRDefault="00A50545" w:rsidP="00A50545">
            <w:pPr>
              <w:rPr>
                <w:i/>
                <w:iCs/>
              </w:rPr>
            </w:pPr>
            <w:proofErr w:type="spellStart"/>
            <w:r w:rsidRPr="00D06008">
              <w:rPr>
                <w:i/>
                <w:iCs/>
              </w:rPr>
              <w:t>Defining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place</w:t>
            </w:r>
            <w:proofErr w:type="spellEnd"/>
            <w:r w:rsidRPr="00D06008">
              <w:rPr>
                <w:i/>
                <w:iCs/>
              </w:rPr>
              <w:t xml:space="preserve"> attachment: A tripartite </w:t>
            </w:r>
            <w:proofErr w:type="spellStart"/>
            <w:r w:rsidRPr="00D06008">
              <w:rPr>
                <w:i/>
                <w:iCs/>
              </w:rPr>
              <w:t>organizing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framework</w:t>
            </w:r>
            <w:proofErr w:type="spellEnd"/>
            <w:r w:rsidRPr="00D06008">
              <w:rPr>
                <w:i/>
                <w:iCs/>
              </w:rPr>
              <w:t>.</w:t>
            </w:r>
            <w:r w:rsidRPr="00D06008">
              <w:t xml:space="preserve"> Journal of </w:t>
            </w:r>
            <w:proofErr w:type="spellStart"/>
            <w:r w:rsidRPr="00D06008">
              <w:t>Environmental</w:t>
            </w:r>
            <w:proofErr w:type="spellEnd"/>
            <w:r w:rsidRPr="00D06008">
              <w:t xml:space="preserve"> </w:t>
            </w:r>
            <w:proofErr w:type="spellStart"/>
            <w:r w:rsidRPr="00D06008">
              <w:t>Psychology</w:t>
            </w:r>
            <w:proofErr w:type="spellEnd"/>
            <w:r w:rsidRPr="00D06008">
              <w:t>, 2010</w:t>
            </w:r>
          </w:p>
        </w:tc>
        <w:tc>
          <w:tcPr>
            <w:tcW w:w="0" w:type="auto"/>
          </w:tcPr>
          <w:p w14:paraId="0BE4FE65" w14:textId="5CDA2873" w:rsidR="00A50545" w:rsidRPr="00D06008" w:rsidRDefault="00A50545" w:rsidP="00A50545">
            <w:r w:rsidRPr="00D06008">
              <w:t xml:space="preserve">Ontwikkelt een model van </w:t>
            </w:r>
            <w:proofErr w:type="spellStart"/>
            <w:r w:rsidRPr="00D06008">
              <w:t>plaatsbinding</w:t>
            </w:r>
            <w:proofErr w:type="spellEnd"/>
            <w:r w:rsidRPr="00D06008">
              <w:t xml:space="preserve"> (persoon, plaats, proces). Geeft psychologische onderbouwing voor waarom mensen zich herkennen in landschappen.</w:t>
            </w:r>
          </w:p>
        </w:tc>
      </w:tr>
      <w:tr w:rsidR="00610A3C" w:rsidRPr="006C6685" w14:paraId="4E1180B0" w14:textId="77777777" w:rsidTr="0050569C">
        <w:trPr>
          <w:tblCellSpacing w:w="15" w:type="dxa"/>
        </w:trPr>
        <w:tc>
          <w:tcPr>
            <w:tcW w:w="0" w:type="auto"/>
          </w:tcPr>
          <w:p w14:paraId="40E594BE" w14:textId="01B3DF46" w:rsidR="00610A3C" w:rsidRPr="00D06008" w:rsidRDefault="00610A3C" w:rsidP="00610A3C">
            <w:pPr>
              <w:rPr>
                <w:b/>
                <w:bCs/>
              </w:rPr>
            </w:pPr>
            <w:proofErr w:type="spellStart"/>
            <w:r w:rsidRPr="00D06008">
              <w:rPr>
                <w:b/>
                <w:bCs/>
              </w:rPr>
              <w:t>Olszewska-Guizzo</w:t>
            </w:r>
            <w:proofErr w:type="spellEnd"/>
            <w:r w:rsidRPr="00D06008">
              <w:rPr>
                <w:b/>
                <w:bCs/>
              </w:rPr>
              <w:t>, A., et al.</w:t>
            </w:r>
          </w:p>
        </w:tc>
        <w:tc>
          <w:tcPr>
            <w:tcW w:w="0" w:type="auto"/>
          </w:tcPr>
          <w:p w14:paraId="4288107E" w14:textId="6C89370D" w:rsidR="00610A3C" w:rsidRPr="00D06008" w:rsidRDefault="00610A3C" w:rsidP="00610A3C">
            <w:pPr>
              <w:rPr>
                <w:i/>
                <w:iCs/>
              </w:rPr>
            </w:pPr>
            <w:proofErr w:type="spellStart"/>
            <w:r w:rsidRPr="00D06008">
              <w:rPr>
                <w:i/>
                <w:iCs/>
              </w:rPr>
              <w:t>Revised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Contemplative</w:t>
            </w:r>
            <w:proofErr w:type="spellEnd"/>
            <w:r w:rsidRPr="00D06008">
              <w:rPr>
                <w:i/>
                <w:iCs/>
              </w:rPr>
              <w:t xml:space="preserve"> Landscape Model (CLM): A </w:t>
            </w:r>
            <w:proofErr w:type="spellStart"/>
            <w:r w:rsidRPr="00D06008">
              <w:rPr>
                <w:i/>
                <w:iCs/>
              </w:rPr>
              <w:t>reliable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and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valid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evaluation</w:t>
            </w:r>
            <w:proofErr w:type="spellEnd"/>
            <w:r w:rsidRPr="00D06008">
              <w:rPr>
                <w:i/>
                <w:iCs/>
              </w:rPr>
              <w:t xml:space="preserve"> tool </w:t>
            </w:r>
            <w:proofErr w:type="spellStart"/>
            <w:r w:rsidRPr="00D06008">
              <w:rPr>
                <w:i/>
                <w:iCs/>
              </w:rPr>
              <w:t>for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mental</w:t>
            </w:r>
            <w:proofErr w:type="spellEnd"/>
            <w:r w:rsidRPr="00D06008">
              <w:rPr>
                <w:i/>
                <w:iCs/>
              </w:rPr>
              <w:t xml:space="preserve"> health-promoting </w:t>
            </w:r>
            <w:proofErr w:type="spellStart"/>
            <w:r w:rsidRPr="00D06008">
              <w:rPr>
                <w:i/>
                <w:iCs/>
              </w:rPr>
              <w:t>urban</w:t>
            </w:r>
            <w:proofErr w:type="spellEnd"/>
            <w:r w:rsidRPr="00D06008">
              <w:rPr>
                <w:i/>
                <w:iCs/>
              </w:rPr>
              <w:t xml:space="preserve"> green </w:t>
            </w:r>
            <w:proofErr w:type="spellStart"/>
            <w:r w:rsidRPr="00D06008">
              <w:rPr>
                <w:i/>
                <w:iCs/>
              </w:rPr>
              <w:t>spaces</w:t>
            </w:r>
            <w:proofErr w:type="spellEnd"/>
            <w:r w:rsidRPr="00D06008">
              <w:rPr>
                <w:i/>
                <w:iCs/>
              </w:rPr>
              <w:t>.</w:t>
            </w:r>
            <w:r w:rsidRPr="00D06008">
              <w:t xml:space="preserve"> Urban </w:t>
            </w:r>
            <w:proofErr w:type="spellStart"/>
            <w:r w:rsidRPr="00D06008">
              <w:t>Forestry</w:t>
            </w:r>
            <w:proofErr w:type="spellEnd"/>
            <w:r w:rsidRPr="00D06008">
              <w:t xml:space="preserve"> &amp; Urban </w:t>
            </w:r>
            <w:proofErr w:type="spellStart"/>
            <w:r w:rsidRPr="00D06008">
              <w:t>Greening</w:t>
            </w:r>
            <w:proofErr w:type="spellEnd"/>
            <w:r w:rsidRPr="00D06008">
              <w:t>, 2023</w:t>
            </w:r>
          </w:p>
        </w:tc>
        <w:tc>
          <w:tcPr>
            <w:tcW w:w="0" w:type="auto"/>
          </w:tcPr>
          <w:p w14:paraId="78ED98F2" w14:textId="6711D786" w:rsidR="00610A3C" w:rsidRPr="00D06008" w:rsidRDefault="00610A3C" w:rsidP="00610A3C">
            <w:r w:rsidRPr="00D06008">
              <w:t>Laat zien dat archetypische landschapselementen (water, bomen, paden) contemplatie en welzijn bevorderen. Relevantie voor de belevingswaarde van jouw archetypen.</w:t>
            </w:r>
          </w:p>
        </w:tc>
      </w:tr>
      <w:tr w:rsidR="007503B1" w:rsidRPr="006C6685" w14:paraId="602F484B" w14:textId="77777777" w:rsidTr="0050569C">
        <w:trPr>
          <w:tblCellSpacing w:w="15" w:type="dxa"/>
        </w:trPr>
        <w:tc>
          <w:tcPr>
            <w:tcW w:w="0" w:type="auto"/>
          </w:tcPr>
          <w:p w14:paraId="43D48116" w14:textId="5DCF28E9" w:rsidR="007503B1" w:rsidRPr="00D06008" w:rsidRDefault="007503B1" w:rsidP="007503B1">
            <w:pPr>
              <w:rPr>
                <w:b/>
                <w:bCs/>
              </w:rPr>
            </w:pPr>
            <w:r w:rsidRPr="00D06008">
              <w:rPr>
                <w:b/>
                <w:bCs/>
              </w:rPr>
              <w:t>Kaplan, R., &amp; Kaplan, S.</w:t>
            </w:r>
          </w:p>
        </w:tc>
        <w:tc>
          <w:tcPr>
            <w:tcW w:w="0" w:type="auto"/>
          </w:tcPr>
          <w:p w14:paraId="4A68FC89" w14:textId="6F615BC4" w:rsidR="007503B1" w:rsidRPr="00D06008" w:rsidRDefault="007503B1" w:rsidP="007503B1">
            <w:pPr>
              <w:rPr>
                <w:i/>
                <w:iCs/>
              </w:rPr>
            </w:pPr>
            <w:r w:rsidRPr="00D06008">
              <w:rPr>
                <w:i/>
                <w:iCs/>
              </w:rPr>
              <w:t xml:space="preserve">The </w:t>
            </w:r>
            <w:proofErr w:type="spellStart"/>
            <w:r w:rsidRPr="00D06008">
              <w:rPr>
                <w:i/>
                <w:iCs/>
              </w:rPr>
              <w:t>Experience</w:t>
            </w:r>
            <w:proofErr w:type="spellEnd"/>
            <w:r w:rsidRPr="00D06008">
              <w:rPr>
                <w:i/>
                <w:iCs/>
              </w:rPr>
              <w:t xml:space="preserve"> of Nature: A </w:t>
            </w:r>
            <w:proofErr w:type="spellStart"/>
            <w:r w:rsidRPr="00D06008">
              <w:rPr>
                <w:i/>
                <w:iCs/>
              </w:rPr>
              <w:t>Psychological</w:t>
            </w:r>
            <w:proofErr w:type="spellEnd"/>
            <w:r w:rsidRPr="00D06008">
              <w:rPr>
                <w:i/>
                <w:iCs/>
              </w:rPr>
              <w:t xml:space="preserve"> </w:t>
            </w:r>
            <w:proofErr w:type="spellStart"/>
            <w:r w:rsidRPr="00D06008">
              <w:rPr>
                <w:i/>
                <w:iCs/>
              </w:rPr>
              <w:t>Perspective</w:t>
            </w:r>
            <w:proofErr w:type="spellEnd"/>
            <w:r w:rsidRPr="00D06008">
              <w:rPr>
                <w:i/>
                <w:iCs/>
              </w:rPr>
              <w:t>.</w:t>
            </w:r>
            <w:r w:rsidRPr="00D06008">
              <w:t xml:space="preserve"> Cambridge University Press, 1989</w:t>
            </w:r>
          </w:p>
        </w:tc>
        <w:tc>
          <w:tcPr>
            <w:tcW w:w="0" w:type="auto"/>
          </w:tcPr>
          <w:p w14:paraId="38AD01EA" w14:textId="050A6857" w:rsidR="007503B1" w:rsidRPr="00D06008" w:rsidRDefault="007503B1" w:rsidP="007503B1">
            <w:r w:rsidRPr="00D06008">
              <w:t xml:space="preserve">Ontwikkelt Attention </w:t>
            </w:r>
            <w:proofErr w:type="spellStart"/>
            <w:r w:rsidRPr="00D06008">
              <w:t>Restoration</w:t>
            </w:r>
            <w:proofErr w:type="spellEnd"/>
            <w:r w:rsidRPr="00D06008">
              <w:t xml:space="preserve"> </w:t>
            </w:r>
            <w:proofErr w:type="spellStart"/>
            <w:r w:rsidRPr="00D06008">
              <w:t>Theory</w:t>
            </w:r>
            <w:proofErr w:type="spellEnd"/>
            <w:r w:rsidRPr="00D06008">
              <w:t xml:space="preserve"> (ART). Beschrijft hoe natuurtypen (bos, water, open vlaktes) herstel en aandacht bevorderen. Geeft directe link tussen landschappen en psychisch welzijn.</w:t>
            </w:r>
          </w:p>
        </w:tc>
      </w:tr>
    </w:tbl>
    <w:p w14:paraId="4E94C364" w14:textId="77777777" w:rsidR="00D1421E" w:rsidRPr="008024A5" w:rsidRDefault="00D1421E" w:rsidP="007503B1"/>
    <w:sectPr w:rsidR="00D1421E" w:rsidRPr="008024A5" w:rsidSect="00B56362">
      <w:headerReference w:type="default" r:id="rId13"/>
      <w:footerReference w:type="default" r:id="rId14"/>
      <w:headerReference w:type="first" r:id="rId15"/>
      <w:pgSz w:w="11900" w:h="16820"/>
      <w:pgMar w:top="1701" w:right="1134" w:bottom="1134" w:left="1134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F73D" w14:textId="77777777" w:rsidR="00426F26" w:rsidRDefault="00426F26" w:rsidP="009C2136">
      <w:pPr>
        <w:spacing w:after="0"/>
      </w:pPr>
      <w:r>
        <w:separator/>
      </w:r>
    </w:p>
  </w:endnote>
  <w:endnote w:type="continuationSeparator" w:id="0">
    <w:p w14:paraId="08ED44CF" w14:textId="77777777" w:rsidR="00426F26" w:rsidRDefault="00426F26" w:rsidP="009C2136">
      <w:pPr>
        <w:spacing w:after="0"/>
      </w:pPr>
      <w:r>
        <w:continuationSeparator/>
      </w:r>
    </w:p>
  </w:endnote>
  <w:endnote w:type="continuationNotice" w:id="1">
    <w:p w14:paraId="60F0D95B" w14:textId="77777777" w:rsidR="00426F26" w:rsidRDefault="00426F2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="Malgun Gothic"/>
        <w:sz w:val="16"/>
        <w:szCs w:val="16"/>
      </w:rPr>
      <w:id w:val="-1123536313"/>
      <w:docPartObj>
        <w:docPartGallery w:val="Page Numbers (Bottom of Page)"/>
        <w:docPartUnique/>
      </w:docPartObj>
    </w:sdtPr>
    <w:sdtEndPr>
      <w:rPr>
        <w:rFonts w:ascii="Malgun Gothic" w:hAnsi="Malgun Gothic" w:cs="Malgun Gothic Semilight"/>
        <w:color w:val="3B3838" w:themeColor="background2" w:themeShade="40"/>
      </w:rPr>
    </w:sdtEndPr>
    <w:sdtContent>
      <w:sdt>
        <w:sdtPr>
          <w:rPr>
            <w:rFonts w:ascii="Malgun Gothic" w:eastAsia="Malgun Gothic" w:hAnsi="Malgun Gothic"/>
            <w:sz w:val="16"/>
            <w:szCs w:val="16"/>
          </w:rPr>
          <w:id w:val="205073483"/>
          <w:docPartObj>
            <w:docPartGallery w:val="Page Numbers (Top of Page)"/>
            <w:docPartUnique/>
          </w:docPartObj>
        </w:sdtPr>
        <w:sdtEndPr>
          <w:rPr>
            <w:rFonts w:cs="Malgun Gothic Semilight"/>
            <w:color w:val="3B3838" w:themeColor="background2" w:themeShade="40"/>
          </w:rPr>
        </w:sdtEndPr>
        <w:sdtContent>
          <w:p w14:paraId="5600ACF4" w14:textId="3016BAD1" w:rsidR="00193611" w:rsidRPr="00620F6F" w:rsidRDefault="00E145AA" w:rsidP="00707596">
            <w:pPr>
              <w:pStyle w:val="Voettekst"/>
              <w:jc w:val="right"/>
              <w:rPr>
                <w:rFonts w:ascii="Malgun Gothic" w:eastAsia="Malgun Gothic" w:hAnsi="Malgun Gothic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90" behindDoc="0" locked="0" layoutInCell="1" allowOverlap="1" wp14:anchorId="63C978D1" wp14:editId="727F78F9">
                  <wp:simplePos x="0" y="0"/>
                  <wp:positionH relativeFrom="margin">
                    <wp:align>left</wp:align>
                  </wp:positionH>
                  <wp:positionV relativeFrom="bottomMargin">
                    <wp:posOffset>129927</wp:posOffset>
                  </wp:positionV>
                  <wp:extent cx="1343025" cy="309245"/>
                  <wp:effectExtent l="0" t="0" r="9525" b="0"/>
                  <wp:wrapSquare wrapText="bothSides"/>
                  <wp:docPr id="1141427020" name="Graphic 1141427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c 11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309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93611" w:rsidRPr="00620F6F">
              <w:rPr>
                <w:rFonts w:ascii="Malgun Gothic" w:eastAsia="Malgun Gothic" w:hAnsi="Malgun Gothic"/>
                <w:sz w:val="16"/>
                <w:szCs w:val="16"/>
              </w:rPr>
              <w:tab/>
            </w:r>
            <w:sdt>
              <w:sdtPr>
                <w:rPr>
                  <w:rFonts w:ascii="Malgun Gothic" w:eastAsia="Malgun Gothic" w:hAnsi="Malgun Gothic"/>
                  <w:sz w:val="16"/>
                  <w:szCs w:val="16"/>
                </w:rPr>
                <w:alias w:val="Titel"/>
                <w:id w:val="-529959729"/>
                <w:placeholder>
                  <w:docPart w:val="2E5966682C6541BC85CD8490D4367B41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 w:rsidR="001C6346">
                  <w:rPr>
                    <w:rFonts w:ascii="Malgun Gothic" w:eastAsia="Malgun Gothic" w:hAnsi="Malgun Gothic"/>
                    <w:sz w:val="16"/>
                    <w:szCs w:val="16"/>
                  </w:rPr>
                  <w:t>Wortelingsworkshop</w:t>
                </w:r>
              </w:sdtContent>
            </w:sdt>
            <w:r w:rsidR="00620F6F" w:rsidRPr="00620F6F">
              <w:rPr>
                <w:rFonts w:ascii="Malgun Gothic" w:eastAsia="Malgun Gothic" w:hAnsi="Malgun Gothic"/>
                <w:sz w:val="16"/>
                <w:szCs w:val="16"/>
              </w:rPr>
              <w:t xml:space="preserve"> </w:t>
            </w:r>
            <w:r w:rsidR="00193611" w:rsidRPr="00620F6F">
              <w:rPr>
                <w:rFonts w:ascii="Malgun Gothic" w:eastAsia="Malgun Gothic" w:hAnsi="Malgun Gothic" w:cs="Malgun Gothic Semilight"/>
                <w:color w:val="3B3838" w:themeColor="background2" w:themeShade="40"/>
                <w:sz w:val="16"/>
                <w:szCs w:val="16"/>
              </w:rPr>
              <w:t xml:space="preserve">| Pagina </w:t>
            </w:r>
            <w:r w:rsidR="00193611" w:rsidRPr="00620F6F">
              <w:rPr>
                <w:rFonts w:ascii="Malgun Gothic" w:eastAsia="Malgun Gothic" w:hAnsi="Malgun Gothic" w:cs="Malgun Gothic Semilight"/>
                <w:color w:val="3B3838" w:themeColor="background2" w:themeShade="40"/>
                <w:sz w:val="16"/>
                <w:szCs w:val="16"/>
              </w:rPr>
              <w:fldChar w:fldCharType="begin"/>
            </w:r>
            <w:r w:rsidR="00193611" w:rsidRPr="00620F6F">
              <w:rPr>
                <w:rFonts w:ascii="Malgun Gothic" w:eastAsia="Malgun Gothic" w:hAnsi="Malgun Gothic" w:cs="Malgun Gothic Semilight"/>
                <w:color w:val="3B3838" w:themeColor="background2" w:themeShade="40"/>
                <w:sz w:val="16"/>
                <w:szCs w:val="16"/>
              </w:rPr>
              <w:instrText>PAGE</w:instrText>
            </w:r>
            <w:r w:rsidR="00193611" w:rsidRPr="00620F6F">
              <w:rPr>
                <w:rFonts w:ascii="Malgun Gothic" w:eastAsia="Malgun Gothic" w:hAnsi="Malgun Gothic" w:cs="Malgun Gothic Semilight"/>
                <w:color w:val="3B3838" w:themeColor="background2" w:themeShade="40"/>
                <w:sz w:val="16"/>
                <w:szCs w:val="16"/>
              </w:rPr>
              <w:fldChar w:fldCharType="separate"/>
            </w:r>
            <w:r w:rsidR="00193611" w:rsidRPr="00620F6F">
              <w:rPr>
                <w:rFonts w:ascii="Malgun Gothic" w:eastAsia="Malgun Gothic" w:hAnsi="Malgun Gothic" w:cs="Malgun Gothic Semilight"/>
                <w:noProof/>
                <w:color w:val="3B3838" w:themeColor="background2" w:themeShade="40"/>
                <w:sz w:val="16"/>
                <w:szCs w:val="16"/>
              </w:rPr>
              <w:t>4</w:t>
            </w:r>
            <w:r w:rsidR="00193611" w:rsidRPr="00620F6F">
              <w:rPr>
                <w:rFonts w:ascii="Malgun Gothic" w:eastAsia="Malgun Gothic" w:hAnsi="Malgun Gothic" w:cs="Malgun Gothic Semilight"/>
                <w:color w:val="3B3838" w:themeColor="background2" w:themeShade="40"/>
                <w:sz w:val="16"/>
                <w:szCs w:val="16"/>
              </w:rPr>
              <w:fldChar w:fldCharType="end"/>
            </w:r>
            <w:r w:rsidR="00193611" w:rsidRPr="00620F6F">
              <w:rPr>
                <w:rFonts w:ascii="Malgun Gothic" w:eastAsia="Malgun Gothic" w:hAnsi="Malgun Gothic" w:cs="Malgun Gothic Semilight"/>
                <w:color w:val="3B3838" w:themeColor="background2" w:themeShade="40"/>
                <w:sz w:val="16"/>
                <w:szCs w:val="16"/>
              </w:rPr>
              <w:t xml:space="preserve"> van </w:t>
            </w:r>
            <w:r w:rsidR="00193611" w:rsidRPr="00620F6F">
              <w:rPr>
                <w:rFonts w:ascii="Malgun Gothic" w:eastAsia="Malgun Gothic" w:hAnsi="Malgun Gothic" w:cs="Malgun Gothic Semilight"/>
                <w:color w:val="3B3838" w:themeColor="background2" w:themeShade="40"/>
                <w:sz w:val="16"/>
                <w:szCs w:val="16"/>
              </w:rPr>
              <w:fldChar w:fldCharType="begin"/>
            </w:r>
            <w:r w:rsidR="00193611" w:rsidRPr="00620F6F">
              <w:rPr>
                <w:rFonts w:ascii="Malgun Gothic" w:eastAsia="Malgun Gothic" w:hAnsi="Malgun Gothic" w:cs="Malgun Gothic Semilight"/>
                <w:color w:val="3B3838" w:themeColor="background2" w:themeShade="40"/>
                <w:sz w:val="16"/>
                <w:szCs w:val="16"/>
              </w:rPr>
              <w:instrText>NUMPAGES</w:instrText>
            </w:r>
            <w:r w:rsidR="00193611" w:rsidRPr="00620F6F">
              <w:rPr>
                <w:rFonts w:ascii="Malgun Gothic" w:eastAsia="Malgun Gothic" w:hAnsi="Malgun Gothic" w:cs="Malgun Gothic Semilight"/>
                <w:color w:val="3B3838" w:themeColor="background2" w:themeShade="40"/>
                <w:sz w:val="16"/>
                <w:szCs w:val="16"/>
              </w:rPr>
              <w:fldChar w:fldCharType="separate"/>
            </w:r>
            <w:r w:rsidR="00193611" w:rsidRPr="00620F6F">
              <w:rPr>
                <w:rFonts w:ascii="Malgun Gothic" w:eastAsia="Malgun Gothic" w:hAnsi="Malgun Gothic" w:cs="Malgun Gothic Semilight"/>
                <w:noProof/>
                <w:color w:val="3B3838" w:themeColor="background2" w:themeShade="40"/>
                <w:sz w:val="16"/>
                <w:szCs w:val="16"/>
              </w:rPr>
              <w:t>4</w:t>
            </w:r>
            <w:r w:rsidR="00193611" w:rsidRPr="00620F6F">
              <w:rPr>
                <w:rFonts w:ascii="Malgun Gothic" w:eastAsia="Malgun Gothic" w:hAnsi="Malgun Gothic" w:cs="Malgun Gothic Semilight"/>
                <w:color w:val="3B3838" w:themeColor="background2" w:themeShade="40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D33D4" w14:textId="77777777" w:rsidR="00426F26" w:rsidRDefault="00426F26" w:rsidP="009C2136">
      <w:pPr>
        <w:spacing w:after="0"/>
      </w:pPr>
      <w:r>
        <w:separator/>
      </w:r>
    </w:p>
  </w:footnote>
  <w:footnote w:type="continuationSeparator" w:id="0">
    <w:p w14:paraId="18277BEC" w14:textId="77777777" w:rsidR="00426F26" w:rsidRDefault="00426F26" w:rsidP="009C2136">
      <w:pPr>
        <w:spacing w:after="0"/>
      </w:pPr>
      <w:r>
        <w:continuationSeparator/>
      </w:r>
    </w:p>
  </w:footnote>
  <w:footnote w:type="continuationNotice" w:id="1">
    <w:p w14:paraId="7EAEF6FE" w14:textId="77777777" w:rsidR="00426F26" w:rsidRDefault="00426F2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7DE70" w14:textId="3AF4CE32" w:rsidR="00193611" w:rsidRPr="001A4560" w:rsidRDefault="00193611">
    <w:pPr>
      <w:pStyle w:val="Koptekst"/>
      <w:rPr>
        <w:lang w:val="en-US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BBC2533" wp14:editId="5C972263">
          <wp:simplePos x="0" y="0"/>
          <wp:positionH relativeFrom="column">
            <wp:posOffset>5039995</wp:posOffset>
          </wp:positionH>
          <wp:positionV relativeFrom="paragraph">
            <wp:posOffset>-393700</wp:posOffset>
          </wp:positionV>
          <wp:extent cx="838835" cy="397520"/>
          <wp:effectExtent l="0" t="0" r="0" b="8890"/>
          <wp:wrapNone/>
          <wp:docPr id="2" name="Afbeelding 2" descr="../Images/Logos%20Hi-Res/Lagant%20Logo%20Hi-Res%20-%20%23FFFFFF%20-%20White/Lagant_Logo_3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Images/Logos%20Hi-Res/Lagant%20Logo%20Hi-Res%20-%20%23FFFFFF%20-%20White/Lagant_Logo_300dp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39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3DC7" w:rsidRPr="00F13DC7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5A54" w14:textId="77777777" w:rsidR="00C30457" w:rsidRDefault="00C30457" w:rsidP="00C30457">
    <w:pPr>
      <w:pStyle w:val="Koptekst"/>
    </w:pPr>
    <w:r>
      <w:rPr>
        <w:noProof/>
      </w:rPr>
      <w:drawing>
        <wp:anchor distT="0" distB="0" distL="114300" distR="114300" simplePos="0" relativeHeight="251662338" behindDoc="0" locked="0" layoutInCell="1" allowOverlap="1" wp14:anchorId="735311DE" wp14:editId="54E16B2E">
          <wp:simplePos x="0" y="0"/>
          <wp:positionH relativeFrom="margin">
            <wp:posOffset>-5715</wp:posOffset>
          </wp:positionH>
          <wp:positionV relativeFrom="page">
            <wp:posOffset>389890</wp:posOffset>
          </wp:positionV>
          <wp:extent cx="1776095" cy="409575"/>
          <wp:effectExtent l="0" t="0" r="0" b="9525"/>
          <wp:wrapSquare wrapText="bothSides"/>
          <wp:docPr id="11" name="Graphic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phic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6095" cy="409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2" behindDoc="0" locked="0" layoutInCell="1" allowOverlap="1" wp14:anchorId="66D9B586" wp14:editId="4915D283">
              <wp:simplePos x="0" y="0"/>
              <wp:positionH relativeFrom="margin">
                <wp:posOffset>3537585</wp:posOffset>
              </wp:positionH>
              <wp:positionV relativeFrom="page">
                <wp:posOffset>304165</wp:posOffset>
              </wp:positionV>
              <wp:extent cx="2952750" cy="590550"/>
              <wp:effectExtent l="0" t="0" r="0" b="0"/>
              <wp:wrapNone/>
              <wp:docPr id="146704457" name="Tekstvak 1467044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52750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E4465F8" w14:textId="3D61606A" w:rsidR="009A73FA" w:rsidRDefault="00C30457" w:rsidP="00C30457">
                          <w:pPr>
                            <w:spacing w:after="0"/>
                          </w:pPr>
                          <w:r>
                            <w:t>Website:</w:t>
                          </w:r>
                          <w:r>
                            <w:tab/>
                          </w:r>
                          <w:hyperlink r:id="rId3" w:history="1">
                            <w:r w:rsidR="000C0B00" w:rsidRPr="00D32A64">
                              <w:rPr>
                                <w:rStyle w:val="Hyperlink"/>
                              </w:rPr>
                              <w:t>https://connectivepartners.pro</w:t>
                            </w:r>
                          </w:hyperlink>
                        </w:p>
                        <w:p w14:paraId="264AC5C3" w14:textId="210AA813" w:rsidR="00C30457" w:rsidRPr="00B6285E" w:rsidRDefault="00FC76A5" w:rsidP="00FC76A5">
                          <w:pPr>
                            <w:spacing w:after="0"/>
                            <w:ind w:left="708" w:firstLine="708"/>
                            <w:rPr>
                              <w:szCs w:val="20"/>
                              <w:lang w:val="de-DE"/>
                            </w:rPr>
                          </w:pPr>
                          <w:hyperlink r:id="rId4" w:history="1">
                            <w:r w:rsidRPr="00D32A64">
                              <w:rPr>
                                <w:rStyle w:val="Hyperlink"/>
                                <w:szCs w:val="20"/>
                                <w:lang w:val="de-DE"/>
                              </w:rPr>
                              <w:t>https://impact033.nl</w:t>
                            </w:r>
                          </w:hyperlink>
                        </w:p>
                        <w:p w14:paraId="74CE7813" w14:textId="4405DDA9" w:rsidR="00C30457" w:rsidRPr="001C2007" w:rsidRDefault="00C30457" w:rsidP="00C30457">
                          <w:pPr>
                            <w:spacing w:after="0"/>
                            <w:rPr>
                              <w:szCs w:val="20"/>
                              <w:lang w:val="de-DE"/>
                            </w:rPr>
                          </w:pPr>
                          <w:r w:rsidRPr="001C2007">
                            <w:rPr>
                              <w:szCs w:val="20"/>
                              <w:lang w:val="de-DE"/>
                            </w:rPr>
                            <w:t>Downloads:</w:t>
                          </w:r>
                          <w:r w:rsidRPr="001C2007">
                            <w:rPr>
                              <w:szCs w:val="20"/>
                              <w:lang w:val="de-DE"/>
                            </w:rPr>
                            <w:tab/>
                          </w:r>
                          <w:hyperlink r:id="rId5" w:history="1">
                            <w:r w:rsidRPr="001C2007">
                              <w:rPr>
                                <w:rStyle w:val="Hyperlink"/>
                                <w:szCs w:val="20"/>
                                <w:lang w:val="de-DE"/>
                              </w:rPr>
                              <w:t>https://forw.to/technieken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D9B586" id="_x0000_t202" coordsize="21600,21600" o:spt="202" path="m,l,21600r21600,l21600,xe">
              <v:stroke joinstyle="miter"/>
              <v:path gradientshapeok="t" o:connecttype="rect"/>
            </v:shapetype>
            <v:shape id="Tekstvak 146704457" o:spid="_x0000_s1026" type="#_x0000_t202" style="position:absolute;margin-left:278.55pt;margin-top:23.95pt;width:232.5pt;height:46.5pt;z-index:2516633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" fillcolor="white [3201]" stroked="f" strokeweight=".5pt">
              <v:textbox>
                <w:txbxContent>
                  <w:p w14:paraId="4E4465F8" w14:textId="3D61606A" w:rsidR="009A73FA" w:rsidRDefault="00C30457" w:rsidP="00C30457">
                    <w:pPr>
                      <w:spacing w:after="0"/>
                    </w:pPr>
                    <w:r>
                      <w:t>Website:</w:t>
                    </w:r>
                    <w:r>
                      <w:tab/>
                    </w:r>
                    <w:hyperlink r:id="rId6" w:history="1">
                      <w:r w:rsidR="000C0B00" w:rsidRPr="00D32A64">
                        <w:rPr>
                          <w:rStyle w:val="Hyperlink"/>
                        </w:rPr>
                        <w:t>https://connectivepartners.pro</w:t>
                      </w:r>
                    </w:hyperlink>
                  </w:p>
                  <w:p w14:paraId="264AC5C3" w14:textId="210AA813" w:rsidR="00C30457" w:rsidRPr="00B6285E" w:rsidRDefault="00FC76A5" w:rsidP="00FC76A5">
                    <w:pPr>
                      <w:spacing w:after="0"/>
                      <w:ind w:left="708" w:firstLine="708"/>
                      <w:rPr>
                        <w:szCs w:val="20"/>
                        <w:lang w:val="de-DE"/>
                      </w:rPr>
                    </w:pPr>
                    <w:hyperlink r:id="rId7" w:history="1">
                      <w:r w:rsidRPr="00D32A64">
                        <w:rPr>
                          <w:rStyle w:val="Hyperlink"/>
                          <w:szCs w:val="20"/>
                          <w:lang w:val="de-DE"/>
                        </w:rPr>
                        <w:t>https://impact033.nl</w:t>
                      </w:r>
                    </w:hyperlink>
                  </w:p>
                  <w:p w14:paraId="74CE7813" w14:textId="4405DDA9" w:rsidR="00C30457" w:rsidRPr="001C2007" w:rsidRDefault="00C30457" w:rsidP="00C30457">
                    <w:pPr>
                      <w:spacing w:after="0"/>
                      <w:rPr>
                        <w:szCs w:val="20"/>
                        <w:lang w:val="de-DE"/>
                      </w:rPr>
                    </w:pPr>
                    <w:r w:rsidRPr="001C2007">
                      <w:rPr>
                        <w:szCs w:val="20"/>
                        <w:lang w:val="de-DE"/>
                      </w:rPr>
                      <w:t>Downloads:</w:t>
                    </w:r>
                    <w:r w:rsidRPr="001C2007">
                      <w:rPr>
                        <w:szCs w:val="20"/>
                        <w:lang w:val="de-DE"/>
                      </w:rPr>
                      <w:tab/>
                    </w:r>
                    <w:hyperlink r:id="rId8" w:history="1">
                      <w:r w:rsidRPr="001C2007">
                        <w:rPr>
                          <w:rStyle w:val="Hyperlink"/>
                          <w:szCs w:val="20"/>
                          <w:lang w:val="de-DE"/>
                        </w:rPr>
                        <w:t>https://forw.to/technieken</w:t>
                      </w:r>
                    </w:hyperlink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E70EA67" w14:textId="4DA6F0FE" w:rsidR="00620F6F" w:rsidRPr="00C30457" w:rsidRDefault="00620F6F" w:rsidP="00C3045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A2A9F"/>
    <w:multiLevelType w:val="hybridMultilevel"/>
    <w:tmpl w:val="17AEC4FA"/>
    <w:lvl w:ilvl="0" w:tplc="878207A0">
      <w:start w:val="1"/>
      <w:numFmt w:val="decimal"/>
      <w:pStyle w:val="Lijstalinea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65B99"/>
    <w:multiLevelType w:val="multilevel"/>
    <w:tmpl w:val="6B644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0A21E6"/>
    <w:multiLevelType w:val="multilevel"/>
    <w:tmpl w:val="53FE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1551B8"/>
    <w:multiLevelType w:val="multilevel"/>
    <w:tmpl w:val="A278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12583F"/>
    <w:multiLevelType w:val="multilevel"/>
    <w:tmpl w:val="42507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7930CA"/>
    <w:multiLevelType w:val="multilevel"/>
    <w:tmpl w:val="EB385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C10BD9"/>
    <w:multiLevelType w:val="multilevel"/>
    <w:tmpl w:val="54523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6836506">
    <w:abstractNumId w:val="0"/>
  </w:num>
  <w:num w:numId="2" w16cid:durableId="114714368">
    <w:abstractNumId w:val="2"/>
  </w:num>
  <w:num w:numId="3" w16cid:durableId="1024787219">
    <w:abstractNumId w:val="3"/>
  </w:num>
  <w:num w:numId="4" w16cid:durableId="1906603087">
    <w:abstractNumId w:val="1"/>
  </w:num>
  <w:num w:numId="5" w16cid:durableId="1612392933">
    <w:abstractNumId w:val="4"/>
  </w:num>
  <w:num w:numId="6" w16cid:durableId="1995840859">
    <w:abstractNumId w:val="6"/>
  </w:num>
  <w:num w:numId="7" w16cid:durableId="206112505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NDa3MDAyN7U0NLdQ0lEKTi0uzszPAykwNK4FAKPAx2otAAAA"/>
  </w:docVars>
  <w:rsids>
    <w:rsidRoot w:val="00681AC3"/>
    <w:rsid w:val="00000455"/>
    <w:rsid w:val="0000066A"/>
    <w:rsid w:val="000021E1"/>
    <w:rsid w:val="00003061"/>
    <w:rsid w:val="000030CD"/>
    <w:rsid w:val="000041CC"/>
    <w:rsid w:val="0000524B"/>
    <w:rsid w:val="00005942"/>
    <w:rsid w:val="000059B6"/>
    <w:rsid w:val="00006743"/>
    <w:rsid w:val="0000695E"/>
    <w:rsid w:val="00006F41"/>
    <w:rsid w:val="000073DB"/>
    <w:rsid w:val="00007D82"/>
    <w:rsid w:val="000100A2"/>
    <w:rsid w:val="00010225"/>
    <w:rsid w:val="000108D8"/>
    <w:rsid w:val="00012123"/>
    <w:rsid w:val="00012300"/>
    <w:rsid w:val="00012A92"/>
    <w:rsid w:val="00014096"/>
    <w:rsid w:val="00014504"/>
    <w:rsid w:val="0001458D"/>
    <w:rsid w:val="000149ED"/>
    <w:rsid w:val="00015215"/>
    <w:rsid w:val="0002163C"/>
    <w:rsid w:val="0002263C"/>
    <w:rsid w:val="000229ED"/>
    <w:rsid w:val="00023568"/>
    <w:rsid w:val="000258BB"/>
    <w:rsid w:val="00026172"/>
    <w:rsid w:val="00027545"/>
    <w:rsid w:val="000278F7"/>
    <w:rsid w:val="0002BA16"/>
    <w:rsid w:val="000305BB"/>
    <w:rsid w:val="00030713"/>
    <w:rsid w:val="00030FAE"/>
    <w:rsid w:val="0003193C"/>
    <w:rsid w:val="00031A6F"/>
    <w:rsid w:val="000320F4"/>
    <w:rsid w:val="00032247"/>
    <w:rsid w:val="0003323C"/>
    <w:rsid w:val="00033494"/>
    <w:rsid w:val="00036770"/>
    <w:rsid w:val="000370CE"/>
    <w:rsid w:val="000377BC"/>
    <w:rsid w:val="0004018C"/>
    <w:rsid w:val="00040515"/>
    <w:rsid w:val="000407ED"/>
    <w:rsid w:val="000408C6"/>
    <w:rsid w:val="00040C2F"/>
    <w:rsid w:val="00041E32"/>
    <w:rsid w:val="00042326"/>
    <w:rsid w:val="00042E8D"/>
    <w:rsid w:val="00043FD5"/>
    <w:rsid w:val="00046AA9"/>
    <w:rsid w:val="00047A00"/>
    <w:rsid w:val="000519D2"/>
    <w:rsid w:val="0005457F"/>
    <w:rsid w:val="000547BD"/>
    <w:rsid w:val="000549A6"/>
    <w:rsid w:val="00054D52"/>
    <w:rsid w:val="00055C67"/>
    <w:rsid w:val="0005646C"/>
    <w:rsid w:val="00056E90"/>
    <w:rsid w:val="00056EA1"/>
    <w:rsid w:val="00056ED0"/>
    <w:rsid w:val="000577BD"/>
    <w:rsid w:val="00060C32"/>
    <w:rsid w:val="000641BF"/>
    <w:rsid w:val="00064B3D"/>
    <w:rsid w:val="00064E34"/>
    <w:rsid w:val="00065128"/>
    <w:rsid w:val="0006676C"/>
    <w:rsid w:val="00066A05"/>
    <w:rsid w:val="00066B88"/>
    <w:rsid w:val="000678A2"/>
    <w:rsid w:val="00070F10"/>
    <w:rsid w:val="00071914"/>
    <w:rsid w:val="000720B0"/>
    <w:rsid w:val="0007507C"/>
    <w:rsid w:val="000770BD"/>
    <w:rsid w:val="00077A41"/>
    <w:rsid w:val="00080FF4"/>
    <w:rsid w:val="00083F47"/>
    <w:rsid w:val="00084662"/>
    <w:rsid w:val="00084BE7"/>
    <w:rsid w:val="000853BB"/>
    <w:rsid w:val="000856ED"/>
    <w:rsid w:val="00085D3E"/>
    <w:rsid w:val="00085D7E"/>
    <w:rsid w:val="00086DCF"/>
    <w:rsid w:val="00087183"/>
    <w:rsid w:val="00087799"/>
    <w:rsid w:val="00087E32"/>
    <w:rsid w:val="00090857"/>
    <w:rsid w:val="00090CD9"/>
    <w:rsid w:val="00092187"/>
    <w:rsid w:val="00092560"/>
    <w:rsid w:val="0009332D"/>
    <w:rsid w:val="000941EE"/>
    <w:rsid w:val="0009424E"/>
    <w:rsid w:val="00096067"/>
    <w:rsid w:val="0009653F"/>
    <w:rsid w:val="00096550"/>
    <w:rsid w:val="000968EB"/>
    <w:rsid w:val="000A002D"/>
    <w:rsid w:val="000A022D"/>
    <w:rsid w:val="000A10E4"/>
    <w:rsid w:val="000A165F"/>
    <w:rsid w:val="000A2966"/>
    <w:rsid w:val="000A3C4C"/>
    <w:rsid w:val="000A4622"/>
    <w:rsid w:val="000A5E7D"/>
    <w:rsid w:val="000A6983"/>
    <w:rsid w:val="000A7B9D"/>
    <w:rsid w:val="000B11B7"/>
    <w:rsid w:val="000B3783"/>
    <w:rsid w:val="000B3EAA"/>
    <w:rsid w:val="000B4712"/>
    <w:rsid w:val="000B4D3A"/>
    <w:rsid w:val="000B50BA"/>
    <w:rsid w:val="000B5990"/>
    <w:rsid w:val="000B60A4"/>
    <w:rsid w:val="000B69F3"/>
    <w:rsid w:val="000B742F"/>
    <w:rsid w:val="000C0019"/>
    <w:rsid w:val="000C0769"/>
    <w:rsid w:val="000C0B00"/>
    <w:rsid w:val="000C1687"/>
    <w:rsid w:val="000C1A1A"/>
    <w:rsid w:val="000C7894"/>
    <w:rsid w:val="000C78F0"/>
    <w:rsid w:val="000D08BB"/>
    <w:rsid w:val="000D37F5"/>
    <w:rsid w:val="000D3E8F"/>
    <w:rsid w:val="000D4D34"/>
    <w:rsid w:val="000D5833"/>
    <w:rsid w:val="000D6DD5"/>
    <w:rsid w:val="000D6DEC"/>
    <w:rsid w:val="000D7EEF"/>
    <w:rsid w:val="000E007C"/>
    <w:rsid w:val="000E0F7A"/>
    <w:rsid w:val="000E197B"/>
    <w:rsid w:val="000E2027"/>
    <w:rsid w:val="000E3659"/>
    <w:rsid w:val="000E3ABE"/>
    <w:rsid w:val="000E4FBC"/>
    <w:rsid w:val="000E5718"/>
    <w:rsid w:val="000F2188"/>
    <w:rsid w:val="000F3000"/>
    <w:rsid w:val="000F35A2"/>
    <w:rsid w:val="000F3A0B"/>
    <w:rsid w:val="000F60FF"/>
    <w:rsid w:val="000F6D87"/>
    <w:rsid w:val="000F7970"/>
    <w:rsid w:val="00100A3A"/>
    <w:rsid w:val="001012B0"/>
    <w:rsid w:val="00101E8B"/>
    <w:rsid w:val="00102761"/>
    <w:rsid w:val="00102A03"/>
    <w:rsid w:val="00102CE3"/>
    <w:rsid w:val="00102F06"/>
    <w:rsid w:val="00103964"/>
    <w:rsid w:val="0010702A"/>
    <w:rsid w:val="00107312"/>
    <w:rsid w:val="00111FFF"/>
    <w:rsid w:val="001129C2"/>
    <w:rsid w:val="00113F17"/>
    <w:rsid w:val="0011446F"/>
    <w:rsid w:val="001164B1"/>
    <w:rsid w:val="00116E66"/>
    <w:rsid w:val="0011784F"/>
    <w:rsid w:val="00117858"/>
    <w:rsid w:val="001214CB"/>
    <w:rsid w:val="00121D9E"/>
    <w:rsid w:val="00122035"/>
    <w:rsid w:val="001234DB"/>
    <w:rsid w:val="001253AB"/>
    <w:rsid w:val="0012582D"/>
    <w:rsid w:val="001262D2"/>
    <w:rsid w:val="00126C6D"/>
    <w:rsid w:val="0012748F"/>
    <w:rsid w:val="00127889"/>
    <w:rsid w:val="00131341"/>
    <w:rsid w:val="00132AC3"/>
    <w:rsid w:val="00132D03"/>
    <w:rsid w:val="00134E7E"/>
    <w:rsid w:val="00134FE1"/>
    <w:rsid w:val="00135569"/>
    <w:rsid w:val="00135B28"/>
    <w:rsid w:val="00137124"/>
    <w:rsid w:val="001403A2"/>
    <w:rsid w:val="001426A9"/>
    <w:rsid w:val="00142FD0"/>
    <w:rsid w:val="00143427"/>
    <w:rsid w:val="0014349F"/>
    <w:rsid w:val="00144070"/>
    <w:rsid w:val="00144AE2"/>
    <w:rsid w:val="0014586E"/>
    <w:rsid w:val="001462C3"/>
    <w:rsid w:val="00146462"/>
    <w:rsid w:val="00146654"/>
    <w:rsid w:val="00147FB9"/>
    <w:rsid w:val="00150EFA"/>
    <w:rsid w:val="00152195"/>
    <w:rsid w:val="001522D4"/>
    <w:rsid w:val="00152DCF"/>
    <w:rsid w:val="00152DF4"/>
    <w:rsid w:val="00152E32"/>
    <w:rsid w:val="00153778"/>
    <w:rsid w:val="0015441F"/>
    <w:rsid w:val="00155632"/>
    <w:rsid w:val="001560C8"/>
    <w:rsid w:val="00160130"/>
    <w:rsid w:val="00160722"/>
    <w:rsid w:val="00160CD4"/>
    <w:rsid w:val="00162FE2"/>
    <w:rsid w:val="00163658"/>
    <w:rsid w:val="001639EE"/>
    <w:rsid w:val="00163E44"/>
    <w:rsid w:val="00164350"/>
    <w:rsid w:val="0016528F"/>
    <w:rsid w:val="001669A1"/>
    <w:rsid w:val="00167FBF"/>
    <w:rsid w:val="001715F3"/>
    <w:rsid w:val="00171C1D"/>
    <w:rsid w:val="00173530"/>
    <w:rsid w:val="00174950"/>
    <w:rsid w:val="001760E3"/>
    <w:rsid w:val="001767EA"/>
    <w:rsid w:val="00176E7A"/>
    <w:rsid w:val="001771A4"/>
    <w:rsid w:val="00183C18"/>
    <w:rsid w:val="00184A1C"/>
    <w:rsid w:val="00184EDE"/>
    <w:rsid w:val="00185E3F"/>
    <w:rsid w:val="00192CAE"/>
    <w:rsid w:val="00192D04"/>
    <w:rsid w:val="00193611"/>
    <w:rsid w:val="0019572D"/>
    <w:rsid w:val="00197076"/>
    <w:rsid w:val="001A0862"/>
    <w:rsid w:val="001A15F4"/>
    <w:rsid w:val="001A1CEB"/>
    <w:rsid w:val="001A1D41"/>
    <w:rsid w:val="001A4560"/>
    <w:rsid w:val="001A4B35"/>
    <w:rsid w:val="001A4BB8"/>
    <w:rsid w:val="001A4D16"/>
    <w:rsid w:val="001A5193"/>
    <w:rsid w:val="001A56F9"/>
    <w:rsid w:val="001A7541"/>
    <w:rsid w:val="001B041E"/>
    <w:rsid w:val="001B0FD3"/>
    <w:rsid w:val="001B1CD0"/>
    <w:rsid w:val="001B4398"/>
    <w:rsid w:val="001B476B"/>
    <w:rsid w:val="001B4D9B"/>
    <w:rsid w:val="001B6579"/>
    <w:rsid w:val="001B6F76"/>
    <w:rsid w:val="001B7319"/>
    <w:rsid w:val="001C04B1"/>
    <w:rsid w:val="001C0B7C"/>
    <w:rsid w:val="001C2042"/>
    <w:rsid w:val="001C2C21"/>
    <w:rsid w:val="001C4139"/>
    <w:rsid w:val="001C4AF4"/>
    <w:rsid w:val="001C5984"/>
    <w:rsid w:val="001C5C63"/>
    <w:rsid w:val="001C5EA7"/>
    <w:rsid w:val="001C6346"/>
    <w:rsid w:val="001C701A"/>
    <w:rsid w:val="001C7705"/>
    <w:rsid w:val="001D1662"/>
    <w:rsid w:val="001D23B9"/>
    <w:rsid w:val="001D2A39"/>
    <w:rsid w:val="001D528A"/>
    <w:rsid w:val="001D59CB"/>
    <w:rsid w:val="001D7C2F"/>
    <w:rsid w:val="001E0B4A"/>
    <w:rsid w:val="001E15B0"/>
    <w:rsid w:val="001E188A"/>
    <w:rsid w:val="001E2441"/>
    <w:rsid w:val="001E274F"/>
    <w:rsid w:val="001E2B4A"/>
    <w:rsid w:val="001E4B51"/>
    <w:rsid w:val="001E5DDA"/>
    <w:rsid w:val="001E64EE"/>
    <w:rsid w:val="001E6776"/>
    <w:rsid w:val="001E6DE1"/>
    <w:rsid w:val="001F04B4"/>
    <w:rsid w:val="001F1265"/>
    <w:rsid w:val="001F3B01"/>
    <w:rsid w:val="001F4166"/>
    <w:rsid w:val="001F7989"/>
    <w:rsid w:val="00200AA4"/>
    <w:rsid w:val="00200CE9"/>
    <w:rsid w:val="00201A1F"/>
    <w:rsid w:val="00203043"/>
    <w:rsid w:val="0020336C"/>
    <w:rsid w:val="00203660"/>
    <w:rsid w:val="00203E52"/>
    <w:rsid w:val="00211D56"/>
    <w:rsid w:val="00212CA6"/>
    <w:rsid w:val="00212EB6"/>
    <w:rsid w:val="0021360F"/>
    <w:rsid w:val="00213932"/>
    <w:rsid w:val="00217CC1"/>
    <w:rsid w:val="00221838"/>
    <w:rsid w:val="00222068"/>
    <w:rsid w:val="002223C5"/>
    <w:rsid w:val="002228A3"/>
    <w:rsid w:val="00223526"/>
    <w:rsid w:val="00224BFE"/>
    <w:rsid w:val="00224D32"/>
    <w:rsid w:val="002250F3"/>
    <w:rsid w:val="00226F52"/>
    <w:rsid w:val="0022715A"/>
    <w:rsid w:val="00230410"/>
    <w:rsid w:val="0023059F"/>
    <w:rsid w:val="00230CE6"/>
    <w:rsid w:val="00231C24"/>
    <w:rsid w:val="00233414"/>
    <w:rsid w:val="00233B10"/>
    <w:rsid w:val="00233C4E"/>
    <w:rsid w:val="002341D4"/>
    <w:rsid w:val="00234C15"/>
    <w:rsid w:val="00234D7E"/>
    <w:rsid w:val="00235D8B"/>
    <w:rsid w:val="00236D66"/>
    <w:rsid w:val="0023727B"/>
    <w:rsid w:val="002401C8"/>
    <w:rsid w:val="00240744"/>
    <w:rsid w:val="0024177F"/>
    <w:rsid w:val="00241FD0"/>
    <w:rsid w:val="002432B3"/>
    <w:rsid w:val="002433B6"/>
    <w:rsid w:val="00244A05"/>
    <w:rsid w:val="00247AF0"/>
    <w:rsid w:val="002513DB"/>
    <w:rsid w:val="00251E6D"/>
    <w:rsid w:val="00253663"/>
    <w:rsid w:val="00253C02"/>
    <w:rsid w:val="002547A0"/>
    <w:rsid w:val="00254D19"/>
    <w:rsid w:val="00255034"/>
    <w:rsid w:val="00255B16"/>
    <w:rsid w:val="00260D47"/>
    <w:rsid w:val="0026146D"/>
    <w:rsid w:val="00262DDF"/>
    <w:rsid w:val="002648EC"/>
    <w:rsid w:val="00264E7A"/>
    <w:rsid w:val="002652F5"/>
    <w:rsid w:val="00267A14"/>
    <w:rsid w:val="00270A0C"/>
    <w:rsid w:val="00270A26"/>
    <w:rsid w:val="00271EEC"/>
    <w:rsid w:val="00271F07"/>
    <w:rsid w:val="002724D6"/>
    <w:rsid w:val="00272A8A"/>
    <w:rsid w:val="00274109"/>
    <w:rsid w:val="00275D9A"/>
    <w:rsid w:val="002769C1"/>
    <w:rsid w:val="00280260"/>
    <w:rsid w:val="002811B7"/>
    <w:rsid w:val="002824C4"/>
    <w:rsid w:val="002828FD"/>
    <w:rsid w:val="00285BFA"/>
    <w:rsid w:val="002861DE"/>
    <w:rsid w:val="00286CBF"/>
    <w:rsid w:val="002872C8"/>
    <w:rsid w:val="00287664"/>
    <w:rsid w:val="00290200"/>
    <w:rsid w:val="00290435"/>
    <w:rsid w:val="0029320B"/>
    <w:rsid w:val="0029463B"/>
    <w:rsid w:val="002952DC"/>
    <w:rsid w:val="0029589D"/>
    <w:rsid w:val="00296BEF"/>
    <w:rsid w:val="002A0849"/>
    <w:rsid w:val="002A12D8"/>
    <w:rsid w:val="002A20FD"/>
    <w:rsid w:val="002A366E"/>
    <w:rsid w:val="002A3FDA"/>
    <w:rsid w:val="002A41CD"/>
    <w:rsid w:val="002A5363"/>
    <w:rsid w:val="002A5A89"/>
    <w:rsid w:val="002A61FF"/>
    <w:rsid w:val="002A66DE"/>
    <w:rsid w:val="002A7BC6"/>
    <w:rsid w:val="002B04E5"/>
    <w:rsid w:val="002B0AB7"/>
    <w:rsid w:val="002B1BA6"/>
    <w:rsid w:val="002B1C14"/>
    <w:rsid w:val="002B412A"/>
    <w:rsid w:val="002B58EB"/>
    <w:rsid w:val="002B5A82"/>
    <w:rsid w:val="002B5CD1"/>
    <w:rsid w:val="002B65BC"/>
    <w:rsid w:val="002C0F71"/>
    <w:rsid w:val="002C1A28"/>
    <w:rsid w:val="002C3C5A"/>
    <w:rsid w:val="002C4624"/>
    <w:rsid w:val="002C5750"/>
    <w:rsid w:val="002D00B8"/>
    <w:rsid w:val="002D03A5"/>
    <w:rsid w:val="002D0864"/>
    <w:rsid w:val="002D0D0A"/>
    <w:rsid w:val="002D1C69"/>
    <w:rsid w:val="002D36ED"/>
    <w:rsid w:val="002D4692"/>
    <w:rsid w:val="002D4C6B"/>
    <w:rsid w:val="002D5387"/>
    <w:rsid w:val="002D588B"/>
    <w:rsid w:val="002D5A82"/>
    <w:rsid w:val="002D71B0"/>
    <w:rsid w:val="002E0F3E"/>
    <w:rsid w:val="002E2491"/>
    <w:rsid w:val="002E373D"/>
    <w:rsid w:val="002E3EBA"/>
    <w:rsid w:val="002E59AE"/>
    <w:rsid w:val="002E719E"/>
    <w:rsid w:val="002E760C"/>
    <w:rsid w:val="002E79B5"/>
    <w:rsid w:val="002F1461"/>
    <w:rsid w:val="002F15E0"/>
    <w:rsid w:val="002F2EC6"/>
    <w:rsid w:val="002F510E"/>
    <w:rsid w:val="002F5E86"/>
    <w:rsid w:val="002F6260"/>
    <w:rsid w:val="002F63FF"/>
    <w:rsid w:val="002F676E"/>
    <w:rsid w:val="002F6961"/>
    <w:rsid w:val="002F7562"/>
    <w:rsid w:val="0030011C"/>
    <w:rsid w:val="003005A6"/>
    <w:rsid w:val="00300FB0"/>
    <w:rsid w:val="00301CD4"/>
    <w:rsid w:val="00302829"/>
    <w:rsid w:val="00302C1C"/>
    <w:rsid w:val="00305C55"/>
    <w:rsid w:val="00305C83"/>
    <w:rsid w:val="003061A6"/>
    <w:rsid w:val="0030680A"/>
    <w:rsid w:val="0030703A"/>
    <w:rsid w:val="00307142"/>
    <w:rsid w:val="0030ED03"/>
    <w:rsid w:val="003103F3"/>
    <w:rsid w:val="003112BD"/>
    <w:rsid w:val="00311DB7"/>
    <w:rsid w:val="00313095"/>
    <w:rsid w:val="00314D6A"/>
    <w:rsid w:val="00315611"/>
    <w:rsid w:val="00315C25"/>
    <w:rsid w:val="00316571"/>
    <w:rsid w:val="00316A18"/>
    <w:rsid w:val="00317F40"/>
    <w:rsid w:val="00320D2D"/>
    <w:rsid w:val="003217D9"/>
    <w:rsid w:val="00321DB8"/>
    <w:rsid w:val="00321F4F"/>
    <w:rsid w:val="00323276"/>
    <w:rsid w:val="00323A66"/>
    <w:rsid w:val="003243F5"/>
    <w:rsid w:val="0032452C"/>
    <w:rsid w:val="00324804"/>
    <w:rsid w:val="003255B0"/>
    <w:rsid w:val="00327D8E"/>
    <w:rsid w:val="003300CA"/>
    <w:rsid w:val="003300D3"/>
    <w:rsid w:val="003311D2"/>
    <w:rsid w:val="00332C43"/>
    <w:rsid w:val="003345E3"/>
    <w:rsid w:val="0033796C"/>
    <w:rsid w:val="003404F6"/>
    <w:rsid w:val="0034084B"/>
    <w:rsid w:val="00340959"/>
    <w:rsid w:val="00341183"/>
    <w:rsid w:val="00341F9F"/>
    <w:rsid w:val="00345A6D"/>
    <w:rsid w:val="00345F32"/>
    <w:rsid w:val="003500FD"/>
    <w:rsid w:val="003506D5"/>
    <w:rsid w:val="003514AA"/>
    <w:rsid w:val="003532F9"/>
    <w:rsid w:val="00354065"/>
    <w:rsid w:val="00354A6B"/>
    <w:rsid w:val="003560FD"/>
    <w:rsid w:val="00356346"/>
    <w:rsid w:val="0036061F"/>
    <w:rsid w:val="00361D85"/>
    <w:rsid w:val="00362281"/>
    <w:rsid w:val="00362EFA"/>
    <w:rsid w:val="00365382"/>
    <w:rsid w:val="003679F1"/>
    <w:rsid w:val="003700D6"/>
    <w:rsid w:val="00371060"/>
    <w:rsid w:val="00372417"/>
    <w:rsid w:val="00372974"/>
    <w:rsid w:val="0037311B"/>
    <w:rsid w:val="00374BAE"/>
    <w:rsid w:val="00376F3C"/>
    <w:rsid w:val="0038132F"/>
    <w:rsid w:val="00381DF3"/>
    <w:rsid w:val="00383ECF"/>
    <w:rsid w:val="00384318"/>
    <w:rsid w:val="003846E0"/>
    <w:rsid w:val="00384BF7"/>
    <w:rsid w:val="00385224"/>
    <w:rsid w:val="0039107F"/>
    <w:rsid w:val="00391942"/>
    <w:rsid w:val="00393875"/>
    <w:rsid w:val="00394D4B"/>
    <w:rsid w:val="003955DD"/>
    <w:rsid w:val="00397C48"/>
    <w:rsid w:val="003A1DED"/>
    <w:rsid w:val="003A2146"/>
    <w:rsid w:val="003A2547"/>
    <w:rsid w:val="003A25E4"/>
    <w:rsid w:val="003A26DF"/>
    <w:rsid w:val="003A336E"/>
    <w:rsid w:val="003A4023"/>
    <w:rsid w:val="003A473B"/>
    <w:rsid w:val="003A49F7"/>
    <w:rsid w:val="003A4D19"/>
    <w:rsid w:val="003A5A9A"/>
    <w:rsid w:val="003A668E"/>
    <w:rsid w:val="003A6EFA"/>
    <w:rsid w:val="003B061F"/>
    <w:rsid w:val="003B1BAA"/>
    <w:rsid w:val="003B1BC7"/>
    <w:rsid w:val="003B2FE0"/>
    <w:rsid w:val="003B3C5C"/>
    <w:rsid w:val="003B49E2"/>
    <w:rsid w:val="003B4CE5"/>
    <w:rsid w:val="003B67BD"/>
    <w:rsid w:val="003B6A80"/>
    <w:rsid w:val="003B6C0C"/>
    <w:rsid w:val="003C0161"/>
    <w:rsid w:val="003C0772"/>
    <w:rsid w:val="003C1ECC"/>
    <w:rsid w:val="003C3137"/>
    <w:rsid w:val="003C423E"/>
    <w:rsid w:val="003C455C"/>
    <w:rsid w:val="003C4903"/>
    <w:rsid w:val="003C5377"/>
    <w:rsid w:val="003C623E"/>
    <w:rsid w:val="003C702E"/>
    <w:rsid w:val="003C764D"/>
    <w:rsid w:val="003C7BD1"/>
    <w:rsid w:val="003C7E5D"/>
    <w:rsid w:val="003D2E44"/>
    <w:rsid w:val="003D34F8"/>
    <w:rsid w:val="003D4C99"/>
    <w:rsid w:val="003D531E"/>
    <w:rsid w:val="003D66A1"/>
    <w:rsid w:val="003D69D3"/>
    <w:rsid w:val="003E0D36"/>
    <w:rsid w:val="003E107A"/>
    <w:rsid w:val="003E2DAD"/>
    <w:rsid w:val="003E36BB"/>
    <w:rsid w:val="003E3E4F"/>
    <w:rsid w:val="003E475C"/>
    <w:rsid w:val="003E486C"/>
    <w:rsid w:val="003E5350"/>
    <w:rsid w:val="003E545B"/>
    <w:rsid w:val="003F07CC"/>
    <w:rsid w:val="003F0CC5"/>
    <w:rsid w:val="003F1373"/>
    <w:rsid w:val="003F32E7"/>
    <w:rsid w:val="003F3C74"/>
    <w:rsid w:val="003F3E9A"/>
    <w:rsid w:val="003F40DC"/>
    <w:rsid w:val="003F54CE"/>
    <w:rsid w:val="003F5C54"/>
    <w:rsid w:val="003F633A"/>
    <w:rsid w:val="003F6B61"/>
    <w:rsid w:val="003F7314"/>
    <w:rsid w:val="003F74A1"/>
    <w:rsid w:val="003F7A6E"/>
    <w:rsid w:val="00401DF3"/>
    <w:rsid w:val="00402598"/>
    <w:rsid w:val="00405D91"/>
    <w:rsid w:val="004103A3"/>
    <w:rsid w:val="00410C3F"/>
    <w:rsid w:val="004110D7"/>
    <w:rsid w:val="0041140D"/>
    <w:rsid w:val="004122A6"/>
    <w:rsid w:val="0041280C"/>
    <w:rsid w:val="004128BE"/>
    <w:rsid w:val="00414281"/>
    <w:rsid w:val="004149E9"/>
    <w:rsid w:val="004151EC"/>
    <w:rsid w:val="0041526D"/>
    <w:rsid w:val="0041750C"/>
    <w:rsid w:val="00417C8E"/>
    <w:rsid w:val="004200E8"/>
    <w:rsid w:val="00421407"/>
    <w:rsid w:val="00423975"/>
    <w:rsid w:val="004263C0"/>
    <w:rsid w:val="00426F26"/>
    <w:rsid w:val="00427728"/>
    <w:rsid w:val="00427BBC"/>
    <w:rsid w:val="00427D2B"/>
    <w:rsid w:val="00427D63"/>
    <w:rsid w:val="00430C7F"/>
    <w:rsid w:val="004313F0"/>
    <w:rsid w:val="004314AA"/>
    <w:rsid w:val="00433D48"/>
    <w:rsid w:val="00433E94"/>
    <w:rsid w:val="00434627"/>
    <w:rsid w:val="004349C6"/>
    <w:rsid w:val="00443D71"/>
    <w:rsid w:val="00444FED"/>
    <w:rsid w:val="0044555F"/>
    <w:rsid w:val="0044603A"/>
    <w:rsid w:val="004463BD"/>
    <w:rsid w:val="004468AE"/>
    <w:rsid w:val="00447843"/>
    <w:rsid w:val="00447953"/>
    <w:rsid w:val="00447F6D"/>
    <w:rsid w:val="00450F53"/>
    <w:rsid w:val="00451C7B"/>
    <w:rsid w:val="00452104"/>
    <w:rsid w:val="00452493"/>
    <w:rsid w:val="004527F4"/>
    <w:rsid w:val="00452899"/>
    <w:rsid w:val="0045550B"/>
    <w:rsid w:val="00455548"/>
    <w:rsid w:val="00455B89"/>
    <w:rsid w:val="004575B5"/>
    <w:rsid w:val="004600B2"/>
    <w:rsid w:val="0046094B"/>
    <w:rsid w:val="00460DC3"/>
    <w:rsid w:val="00461657"/>
    <w:rsid w:val="00461E7D"/>
    <w:rsid w:val="00462F30"/>
    <w:rsid w:val="004630BC"/>
    <w:rsid w:val="00465543"/>
    <w:rsid w:val="00471BDA"/>
    <w:rsid w:val="00472A59"/>
    <w:rsid w:val="0047378C"/>
    <w:rsid w:val="00473C2D"/>
    <w:rsid w:val="00474DBE"/>
    <w:rsid w:val="0047646E"/>
    <w:rsid w:val="004775EE"/>
    <w:rsid w:val="00480721"/>
    <w:rsid w:val="00480B93"/>
    <w:rsid w:val="00481968"/>
    <w:rsid w:val="00482792"/>
    <w:rsid w:val="004850CA"/>
    <w:rsid w:val="004853FB"/>
    <w:rsid w:val="004873AB"/>
    <w:rsid w:val="00487B36"/>
    <w:rsid w:val="004912A5"/>
    <w:rsid w:val="00491AC1"/>
    <w:rsid w:val="00492611"/>
    <w:rsid w:val="00495C62"/>
    <w:rsid w:val="00496570"/>
    <w:rsid w:val="00496586"/>
    <w:rsid w:val="00496D7E"/>
    <w:rsid w:val="004974AD"/>
    <w:rsid w:val="0049758B"/>
    <w:rsid w:val="004A01E1"/>
    <w:rsid w:val="004A029F"/>
    <w:rsid w:val="004A11E0"/>
    <w:rsid w:val="004A157C"/>
    <w:rsid w:val="004A19F6"/>
    <w:rsid w:val="004A24E8"/>
    <w:rsid w:val="004A2F47"/>
    <w:rsid w:val="004A45B1"/>
    <w:rsid w:val="004A4B16"/>
    <w:rsid w:val="004A577D"/>
    <w:rsid w:val="004B135B"/>
    <w:rsid w:val="004B204E"/>
    <w:rsid w:val="004B32C6"/>
    <w:rsid w:val="004B3ED7"/>
    <w:rsid w:val="004B4B13"/>
    <w:rsid w:val="004B544A"/>
    <w:rsid w:val="004B7004"/>
    <w:rsid w:val="004B7093"/>
    <w:rsid w:val="004B7751"/>
    <w:rsid w:val="004C13E8"/>
    <w:rsid w:val="004C1800"/>
    <w:rsid w:val="004C393C"/>
    <w:rsid w:val="004C3F40"/>
    <w:rsid w:val="004C6F15"/>
    <w:rsid w:val="004C7028"/>
    <w:rsid w:val="004C7573"/>
    <w:rsid w:val="004C7E1C"/>
    <w:rsid w:val="004C7F02"/>
    <w:rsid w:val="004D2009"/>
    <w:rsid w:val="004D3471"/>
    <w:rsid w:val="004D543A"/>
    <w:rsid w:val="004D65CC"/>
    <w:rsid w:val="004D7347"/>
    <w:rsid w:val="004D7770"/>
    <w:rsid w:val="004D7CAE"/>
    <w:rsid w:val="004E21DC"/>
    <w:rsid w:val="004E2C86"/>
    <w:rsid w:val="004E5C49"/>
    <w:rsid w:val="004E7E07"/>
    <w:rsid w:val="004F0EF9"/>
    <w:rsid w:val="004F11F1"/>
    <w:rsid w:val="004F1CA2"/>
    <w:rsid w:val="004F25F1"/>
    <w:rsid w:val="004F2C09"/>
    <w:rsid w:val="004F2EB2"/>
    <w:rsid w:val="004F35FB"/>
    <w:rsid w:val="004F3B88"/>
    <w:rsid w:val="004F45A5"/>
    <w:rsid w:val="004F4EDC"/>
    <w:rsid w:val="004F6434"/>
    <w:rsid w:val="004F7245"/>
    <w:rsid w:val="005010A0"/>
    <w:rsid w:val="005027F1"/>
    <w:rsid w:val="00504049"/>
    <w:rsid w:val="005046BD"/>
    <w:rsid w:val="00504C0B"/>
    <w:rsid w:val="00504D0E"/>
    <w:rsid w:val="0050569C"/>
    <w:rsid w:val="005059C2"/>
    <w:rsid w:val="00505A5F"/>
    <w:rsid w:val="00505D73"/>
    <w:rsid w:val="00506056"/>
    <w:rsid w:val="00506217"/>
    <w:rsid w:val="005062CA"/>
    <w:rsid w:val="0050689C"/>
    <w:rsid w:val="005069D2"/>
    <w:rsid w:val="005069EA"/>
    <w:rsid w:val="00506F84"/>
    <w:rsid w:val="00507FDF"/>
    <w:rsid w:val="0051109A"/>
    <w:rsid w:val="00511946"/>
    <w:rsid w:val="00513455"/>
    <w:rsid w:val="00516596"/>
    <w:rsid w:val="00516B29"/>
    <w:rsid w:val="00516EFE"/>
    <w:rsid w:val="005179DA"/>
    <w:rsid w:val="0052019B"/>
    <w:rsid w:val="005214F7"/>
    <w:rsid w:val="00522515"/>
    <w:rsid w:val="00523525"/>
    <w:rsid w:val="00524176"/>
    <w:rsid w:val="00526352"/>
    <w:rsid w:val="0053077F"/>
    <w:rsid w:val="00530F56"/>
    <w:rsid w:val="00531354"/>
    <w:rsid w:val="00532DF4"/>
    <w:rsid w:val="00534C74"/>
    <w:rsid w:val="00534D46"/>
    <w:rsid w:val="00535F04"/>
    <w:rsid w:val="005361A6"/>
    <w:rsid w:val="005372A7"/>
    <w:rsid w:val="00540D94"/>
    <w:rsid w:val="00540EE6"/>
    <w:rsid w:val="005426FA"/>
    <w:rsid w:val="00542911"/>
    <w:rsid w:val="00543A42"/>
    <w:rsid w:val="005446F5"/>
    <w:rsid w:val="00546BBC"/>
    <w:rsid w:val="00547108"/>
    <w:rsid w:val="0054797A"/>
    <w:rsid w:val="00551866"/>
    <w:rsid w:val="00554035"/>
    <w:rsid w:val="005551D0"/>
    <w:rsid w:val="0055663E"/>
    <w:rsid w:val="00560CDF"/>
    <w:rsid w:val="0056140C"/>
    <w:rsid w:val="005614B0"/>
    <w:rsid w:val="005620B7"/>
    <w:rsid w:val="00562275"/>
    <w:rsid w:val="00562869"/>
    <w:rsid w:val="00562ACB"/>
    <w:rsid w:val="00563182"/>
    <w:rsid w:val="00563905"/>
    <w:rsid w:val="00563E41"/>
    <w:rsid w:val="00564353"/>
    <w:rsid w:val="00564B17"/>
    <w:rsid w:val="00566ABF"/>
    <w:rsid w:val="00566E49"/>
    <w:rsid w:val="0056700A"/>
    <w:rsid w:val="00571520"/>
    <w:rsid w:val="0057169F"/>
    <w:rsid w:val="00572316"/>
    <w:rsid w:val="005741A9"/>
    <w:rsid w:val="00575A3D"/>
    <w:rsid w:val="005765A5"/>
    <w:rsid w:val="00576F4D"/>
    <w:rsid w:val="005802C2"/>
    <w:rsid w:val="0058246E"/>
    <w:rsid w:val="0058375D"/>
    <w:rsid w:val="00583D2F"/>
    <w:rsid w:val="00584131"/>
    <w:rsid w:val="00587059"/>
    <w:rsid w:val="00587588"/>
    <w:rsid w:val="00591B93"/>
    <w:rsid w:val="00591FA1"/>
    <w:rsid w:val="005922E8"/>
    <w:rsid w:val="00592322"/>
    <w:rsid w:val="005953B0"/>
    <w:rsid w:val="00595E8D"/>
    <w:rsid w:val="005964F0"/>
    <w:rsid w:val="00597C62"/>
    <w:rsid w:val="005A02C6"/>
    <w:rsid w:val="005A0A0A"/>
    <w:rsid w:val="005A1D04"/>
    <w:rsid w:val="005A39F5"/>
    <w:rsid w:val="005A3A0B"/>
    <w:rsid w:val="005A434D"/>
    <w:rsid w:val="005A46EA"/>
    <w:rsid w:val="005A5C57"/>
    <w:rsid w:val="005A68C2"/>
    <w:rsid w:val="005B0D31"/>
    <w:rsid w:val="005B1A96"/>
    <w:rsid w:val="005B365E"/>
    <w:rsid w:val="005B4F5B"/>
    <w:rsid w:val="005B5E99"/>
    <w:rsid w:val="005B6A32"/>
    <w:rsid w:val="005B73D9"/>
    <w:rsid w:val="005B7BA8"/>
    <w:rsid w:val="005C11EE"/>
    <w:rsid w:val="005C2139"/>
    <w:rsid w:val="005C3B1D"/>
    <w:rsid w:val="005C53B0"/>
    <w:rsid w:val="005C5415"/>
    <w:rsid w:val="005C6137"/>
    <w:rsid w:val="005C66C1"/>
    <w:rsid w:val="005C6C29"/>
    <w:rsid w:val="005C7787"/>
    <w:rsid w:val="005D07A6"/>
    <w:rsid w:val="005D194E"/>
    <w:rsid w:val="005D2A90"/>
    <w:rsid w:val="005D44AF"/>
    <w:rsid w:val="005D6CAE"/>
    <w:rsid w:val="005D7B13"/>
    <w:rsid w:val="005E08D1"/>
    <w:rsid w:val="005E0E94"/>
    <w:rsid w:val="005E2C9A"/>
    <w:rsid w:val="005E5C02"/>
    <w:rsid w:val="005F1212"/>
    <w:rsid w:val="005F1CCE"/>
    <w:rsid w:val="005F1D17"/>
    <w:rsid w:val="005F23F3"/>
    <w:rsid w:val="005F2E01"/>
    <w:rsid w:val="005F4817"/>
    <w:rsid w:val="005F6735"/>
    <w:rsid w:val="005F6A21"/>
    <w:rsid w:val="005F757C"/>
    <w:rsid w:val="00600B7A"/>
    <w:rsid w:val="006014E9"/>
    <w:rsid w:val="00602FF5"/>
    <w:rsid w:val="00603B44"/>
    <w:rsid w:val="00603E39"/>
    <w:rsid w:val="00603ED7"/>
    <w:rsid w:val="00604D01"/>
    <w:rsid w:val="0060619F"/>
    <w:rsid w:val="00607F78"/>
    <w:rsid w:val="0061017F"/>
    <w:rsid w:val="00610A3C"/>
    <w:rsid w:val="00610E34"/>
    <w:rsid w:val="00611889"/>
    <w:rsid w:val="00611E2F"/>
    <w:rsid w:val="00612A86"/>
    <w:rsid w:val="006131C6"/>
    <w:rsid w:val="00613294"/>
    <w:rsid w:val="006138D0"/>
    <w:rsid w:val="00613AB3"/>
    <w:rsid w:val="00613B85"/>
    <w:rsid w:val="00616137"/>
    <w:rsid w:val="00617FFC"/>
    <w:rsid w:val="006202AB"/>
    <w:rsid w:val="00620F6F"/>
    <w:rsid w:val="00621042"/>
    <w:rsid w:val="00622C6E"/>
    <w:rsid w:val="00624506"/>
    <w:rsid w:val="00625839"/>
    <w:rsid w:val="006261E7"/>
    <w:rsid w:val="00626ED0"/>
    <w:rsid w:val="00626FFB"/>
    <w:rsid w:val="00630A72"/>
    <w:rsid w:val="00631654"/>
    <w:rsid w:val="00631A36"/>
    <w:rsid w:val="00632200"/>
    <w:rsid w:val="00633126"/>
    <w:rsid w:val="00633FC6"/>
    <w:rsid w:val="006362DE"/>
    <w:rsid w:val="006370F3"/>
    <w:rsid w:val="00637929"/>
    <w:rsid w:val="006417EE"/>
    <w:rsid w:val="0064341B"/>
    <w:rsid w:val="00643D83"/>
    <w:rsid w:val="00644627"/>
    <w:rsid w:val="00645D87"/>
    <w:rsid w:val="00646E2A"/>
    <w:rsid w:val="0065062E"/>
    <w:rsid w:val="006506C5"/>
    <w:rsid w:val="00651CAE"/>
    <w:rsid w:val="006546BA"/>
    <w:rsid w:val="00656936"/>
    <w:rsid w:val="00656C34"/>
    <w:rsid w:val="00657970"/>
    <w:rsid w:val="006600CD"/>
    <w:rsid w:val="00663AF3"/>
    <w:rsid w:val="0066582D"/>
    <w:rsid w:val="00666D29"/>
    <w:rsid w:val="0066728F"/>
    <w:rsid w:val="00667C79"/>
    <w:rsid w:val="00670F02"/>
    <w:rsid w:val="00671CC7"/>
    <w:rsid w:val="006723B8"/>
    <w:rsid w:val="006729EC"/>
    <w:rsid w:val="00672C28"/>
    <w:rsid w:val="00673B74"/>
    <w:rsid w:val="006741DF"/>
    <w:rsid w:val="006745D4"/>
    <w:rsid w:val="00674624"/>
    <w:rsid w:val="006747CA"/>
    <w:rsid w:val="00675F5A"/>
    <w:rsid w:val="00676701"/>
    <w:rsid w:val="00676C8B"/>
    <w:rsid w:val="00677C96"/>
    <w:rsid w:val="00680A7F"/>
    <w:rsid w:val="00680BE4"/>
    <w:rsid w:val="00681AC3"/>
    <w:rsid w:val="00681C0B"/>
    <w:rsid w:val="00681D66"/>
    <w:rsid w:val="00684787"/>
    <w:rsid w:val="00684A9B"/>
    <w:rsid w:val="006852DC"/>
    <w:rsid w:val="00687A1D"/>
    <w:rsid w:val="00691113"/>
    <w:rsid w:val="0069111F"/>
    <w:rsid w:val="00691680"/>
    <w:rsid w:val="00692714"/>
    <w:rsid w:val="0069290D"/>
    <w:rsid w:val="00693B78"/>
    <w:rsid w:val="00693D44"/>
    <w:rsid w:val="006943EB"/>
    <w:rsid w:val="006944B5"/>
    <w:rsid w:val="006962CC"/>
    <w:rsid w:val="00696F0E"/>
    <w:rsid w:val="006A245B"/>
    <w:rsid w:val="006A322F"/>
    <w:rsid w:val="006A463E"/>
    <w:rsid w:val="006A54F5"/>
    <w:rsid w:val="006A55E5"/>
    <w:rsid w:val="006B0092"/>
    <w:rsid w:val="006B1310"/>
    <w:rsid w:val="006B2776"/>
    <w:rsid w:val="006B52A3"/>
    <w:rsid w:val="006B54F5"/>
    <w:rsid w:val="006B5A69"/>
    <w:rsid w:val="006B5EA4"/>
    <w:rsid w:val="006C0E80"/>
    <w:rsid w:val="006C2153"/>
    <w:rsid w:val="006C3E03"/>
    <w:rsid w:val="006C4522"/>
    <w:rsid w:val="006C47B7"/>
    <w:rsid w:val="006C47E2"/>
    <w:rsid w:val="006C6182"/>
    <w:rsid w:val="006C6685"/>
    <w:rsid w:val="006C7CB0"/>
    <w:rsid w:val="006D0211"/>
    <w:rsid w:val="006D50BA"/>
    <w:rsid w:val="006D62FE"/>
    <w:rsid w:val="006D6CE0"/>
    <w:rsid w:val="006D73F7"/>
    <w:rsid w:val="006D76F3"/>
    <w:rsid w:val="006E0DFB"/>
    <w:rsid w:val="006E0E99"/>
    <w:rsid w:val="006E1297"/>
    <w:rsid w:val="006E2D9F"/>
    <w:rsid w:val="006E4EAE"/>
    <w:rsid w:val="006E5499"/>
    <w:rsid w:val="006E69D7"/>
    <w:rsid w:val="006E7C3F"/>
    <w:rsid w:val="006F0FBD"/>
    <w:rsid w:val="006F11DE"/>
    <w:rsid w:val="006F161F"/>
    <w:rsid w:val="006F5F4A"/>
    <w:rsid w:val="006F6929"/>
    <w:rsid w:val="00700050"/>
    <w:rsid w:val="00700EF7"/>
    <w:rsid w:val="007012C0"/>
    <w:rsid w:val="0070133D"/>
    <w:rsid w:val="00704491"/>
    <w:rsid w:val="007048D9"/>
    <w:rsid w:val="00704B3D"/>
    <w:rsid w:val="0070605C"/>
    <w:rsid w:val="007062A3"/>
    <w:rsid w:val="00706353"/>
    <w:rsid w:val="00706E5E"/>
    <w:rsid w:val="007071B0"/>
    <w:rsid w:val="00707596"/>
    <w:rsid w:val="00710084"/>
    <w:rsid w:val="00710577"/>
    <w:rsid w:val="0071089E"/>
    <w:rsid w:val="00711ADE"/>
    <w:rsid w:val="00711BD1"/>
    <w:rsid w:val="00712DAE"/>
    <w:rsid w:val="00716371"/>
    <w:rsid w:val="00720AF7"/>
    <w:rsid w:val="00721E9E"/>
    <w:rsid w:val="00722369"/>
    <w:rsid w:val="00723716"/>
    <w:rsid w:val="007237CC"/>
    <w:rsid w:val="00723D84"/>
    <w:rsid w:val="00723EAB"/>
    <w:rsid w:val="00724BAE"/>
    <w:rsid w:val="00725461"/>
    <w:rsid w:val="007254DA"/>
    <w:rsid w:val="00726519"/>
    <w:rsid w:val="00726E67"/>
    <w:rsid w:val="00727564"/>
    <w:rsid w:val="00731050"/>
    <w:rsid w:val="00731557"/>
    <w:rsid w:val="00733230"/>
    <w:rsid w:val="0073343C"/>
    <w:rsid w:val="00733F5A"/>
    <w:rsid w:val="00735D14"/>
    <w:rsid w:val="00736022"/>
    <w:rsid w:val="007364DB"/>
    <w:rsid w:val="00736B6A"/>
    <w:rsid w:val="00736F45"/>
    <w:rsid w:val="00740843"/>
    <w:rsid w:val="007417E3"/>
    <w:rsid w:val="00741D01"/>
    <w:rsid w:val="00742513"/>
    <w:rsid w:val="00742AA3"/>
    <w:rsid w:val="00742F3A"/>
    <w:rsid w:val="0074418B"/>
    <w:rsid w:val="007449A0"/>
    <w:rsid w:val="00746FFA"/>
    <w:rsid w:val="007503B1"/>
    <w:rsid w:val="00750D60"/>
    <w:rsid w:val="007535A9"/>
    <w:rsid w:val="00757B33"/>
    <w:rsid w:val="007605E2"/>
    <w:rsid w:val="00761B9B"/>
    <w:rsid w:val="007629C3"/>
    <w:rsid w:val="0076483D"/>
    <w:rsid w:val="0076738E"/>
    <w:rsid w:val="007673D7"/>
    <w:rsid w:val="00770625"/>
    <w:rsid w:val="00770DF4"/>
    <w:rsid w:val="00771419"/>
    <w:rsid w:val="00771992"/>
    <w:rsid w:val="00771DD1"/>
    <w:rsid w:val="00773571"/>
    <w:rsid w:val="00773C11"/>
    <w:rsid w:val="00773EC5"/>
    <w:rsid w:val="007762C4"/>
    <w:rsid w:val="0077695A"/>
    <w:rsid w:val="00777E08"/>
    <w:rsid w:val="0078015C"/>
    <w:rsid w:val="00781F84"/>
    <w:rsid w:val="00783851"/>
    <w:rsid w:val="007838C1"/>
    <w:rsid w:val="00784229"/>
    <w:rsid w:val="00784304"/>
    <w:rsid w:val="00784A00"/>
    <w:rsid w:val="00786139"/>
    <w:rsid w:val="00786A5E"/>
    <w:rsid w:val="00786C95"/>
    <w:rsid w:val="00787AEB"/>
    <w:rsid w:val="007903AF"/>
    <w:rsid w:val="007925C6"/>
    <w:rsid w:val="00793387"/>
    <w:rsid w:val="00793C33"/>
    <w:rsid w:val="00793D19"/>
    <w:rsid w:val="0079416F"/>
    <w:rsid w:val="007943A3"/>
    <w:rsid w:val="00794F03"/>
    <w:rsid w:val="00794F1D"/>
    <w:rsid w:val="007954E1"/>
    <w:rsid w:val="00797A55"/>
    <w:rsid w:val="007A0E9B"/>
    <w:rsid w:val="007A1840"/>
    <w:rsid w:val="007A24A0"/>
    <w:rsid w:val="007A2C53"/>
    <w:rsid w:val="007A61CF"/>
    <w:rsid w:val="007A7AA2"/>
    <w:rsid w:val="007A7E2A"/>
    <w:rsid w:val="007B0739"/>
    <w:rsid w:val="007B0B95"/>
    <w:rsid w:val="007B0D06"/>
    <w:rsid w:val="007B1E10"/>
    <w:rsid w:val="007B210F"/>
    <w:rsid w:val="007B2D90"/>
    <w:rsid w:val="007B3D5C"/>
    <w:rsid w:val="007B5B98"/>
    <w:rsid w:val="007B5BCF"/>
    <w:rsid w:val="007B5F23"/>
    <w:rsid w:val="007B6242"/>
    <w:rsid w:val="007B6509"/>
    <w:rsid w:val="007B747C"/>
    <w:rsid w:val="007B760A"/>
    <w:rsid w:val="007B7973"/>
    <w:rsid w:val="007C04A9"/>
    <w:rsid w:val="007C3092"/>
    <w:rsid w:val="007C3AA4"/>
    <w:rsid w:val="007C3B05"/>
    <w:rsid w:val="007C3FB9"/>
    <w:rsid w:val="007C4EF3"/>
    <w:rsid w:val="007C766D"/>
    <w:rsid w:val="007C7C90"/>
    <w:rsid w:val="007C7D08"/>
    <w:rsid w:val="007D00DB"/>
    <w:rsid w:val="007D23E6"/>
    <w:rsid w:val="007D4593"/>
    <w:rsid w:val="007D5C96"/>
    <w:rsid w:val="007D76D6"/>
    <w:rsid w:val="007E03FA"/>
    <w:rsid w:val="007E0E67"/>
    <w:rsid w:val="007E1478"/>
    <w:rsid w:val="007E28FD"/>
    <w:rsid w:val="007E350F"/>
    <w:rsid w:val="007E385B"/>
    <w:rsid w:val="007E4818"/>
    <w:rsid w:val="007E5EC8"/>
    <w:rsid w:val="007E681C"/>
    <w:rsid w:val="007E711B"/>
    <w:rsid w:val="007F16E9"/>
    <w:rsid w:val="007F2743"/>
    <w:rsid w:val="007F3660"/>
    <w:rsid w:val="007F4255"/>
    <w:rsid w:val="007F4412"/>
    <w:rsid w:val="007F5EF2"/>
    <w:rsid w:val="007F7891"/>
    <w:rsid w:val="007F7CDE"/>
    <w:rsid w:val="008001AA"/>
    <w:rsid w:val="00801212"/>
    <w:rsid w:val="008024A5"/>
    <w:rsid w:val="00802AED"/>
    <w:rsid w:val="00803AEF"/>
    <w:rsid w:val="00803E26"/>
    <w:rsid w:val="00804A55"/>
    <w:rsid w:val="00805ED8"/>
    <w:rsid w:val="00806B2C"/>
    <w:rsid w:val="00810194"/>
    <w:rsid w:val="0081068A"/>
    <w:rsid w:val="00810B57"/>
    <w:rsid w:val="008113A4"/>
    <w:rsid w:val="00811E3D"/>
    <w:rsid w:val="0081254B"/>
    <w:rsid w:val="00812A44"/>
    <w:rsid w:val="008135EC"/>
    <w:rsid w:val="00813DA9"/>
    <w:rsid w:val="00814B78"/>
    <w:rsid w:val="008163F9"/>
    <w:rsid w:val="00816552"/>
    <w:rsid w:val="008176D8"/>
    <w:rsid w:val="0081793E"/>
    <w:rsid w:val="00820C4A"/>
    <w:rsid w:val="00822E84"/>
    <w:rsid w:val="008235FC"/>
    <w:rsid w:val="00823AFD"/>
    <w:rsid w:val="008252C2"/>
    <w:rsid w:val="008257D4"/>
    <w:rsid w:val="00825E39"/>
    <w:rsid w:val="00830FBC"/>
    <w:rsid w:val="00831430"/>
    <w:rsid w:val="00831729"/>
    <w:rsid w:val="00832747"/>
    <w:rsid w:val="00832EBB"/>
    <w:rsid w:val="00835E6E"/>
    <w:rsid w:val="00836197"/>
    <w:rsid w:val="00836CBC"/>
    <w:rsid w:val="00837347"/>
    <w:rsid w:val="008401D6"/>
    <w:rsid w:val="00840293"/>
    <w:rsid w:val="00841E87"/>
    <w:rsid w:val="00843700"/>
    <w:rsid w:val="00844320"/>
    <w:rsid w:val="008470F4"/>
    <w:rsid w:val="0085141C"/>
    <w:rsid w:val="00851945"/>
    <w:rsid w:val="00854B33"/>
    <w:rsid w:val="00854C33"/>
    <w:rsid w:val="00855A19"/>
    <w:rsid w:val="008560FD"/>
    <w:rsid w:val="00856777"/>
    <w:rsid w:val="00857935"/>
    <w:rsid w:val="0086033E"/>
    <w:rsid w:val="00860391"/>
    <w:rsid w:val="00860585"/>
    <w:rsid w:val="00863C2E"/>
    <w:rsid w:val="008647D9"/>
    <w:rsid w:val="008652B3"/>
    <w:rsid w:val="008653B8"/>
    <w:rsid w:val="00865606"/>
    <w:rsid w:val="00865FAA"/>
    <w:rsid w:val="0086645A"/>
    <w:rsid w:val="00866E2D"/>
    <w:rsid w:val="0086759D"/>
    <w:rsid w:val="00867CD2"/>
    <w:rsid w:val="00867CEA"/>
    <w:rsid w:val="0087118A"/>
    <w:rsid w:val="00874BC3"/>
    <w:rsid w:val="00875483"/>
    <w:rsid w:val="00875D6F"/>
    <w:rsid w:val="0087739D"/>
    <w:rsid w:val="00877606"/>
    <w:rsid w:val="00882673"/>
    <w:rsid w:val="00882B17"/>
    <w:rsid w:val="00883288"/>
    <w:rsid w:val="00883568"/>
    <w:rsid w:val="00883F23"/>
    <w:rsid w:val="00885301"/>
    <w:rsid w:val="00885860"/>
    <w:rsid w:val="008871B7"/>
    <w:rsid w:val="0088721C"/>
    <w:rsid w:val="00890C77"/>
    <w:rsid w:val="008925B2"/>
    <w:rsid w:val="008928FC"/>
    <w:rsid w:val="00893E28"/>
    <w:rsid w:val="00894D67"/>
    <w:rsid w:val="00894E8B"/>
    <w:rsid w:val="00895C7D"/>
    <w:rsid w:val="00896528"/>
    <w:rsid w:val="00896F97"/>
    <w:rsid w:val="0089796E"/>
    <w:rsid w:val="008A1E16"/>
    <w:rsid w:val="008A2CF8"/>
    <w:rsid w:val="008A2E07"/>
    <w:rsid w:val="008A40C1"/>
    <w:rsid w:val="008A4406"/>
    <w:rsid w:val="008A545D"/>
    <w:rsid w:val="008A5901"/>
    <w:rsid w:val="008A5C46"/>
    <w:rsid w:val="008A5ECF"/>
    <w:rsid w:val="008A60C1"/>
    <w:rsid w:val="008A701F"/>
    <w:rsid w:val="008A70CA"/>
    <w:rsid w:val="008A7250"/>
    <w:rsid w:val="008B0D26"/>
    <w:rsid w:val="008B1D40"/>
    <w:rsid w:val="008B41AF"/>
    <w:rsid w:val="008B5049"/>
    <w:rsid w:val="008B5370"/>
    <w:rsid w:val="008B5CBC"/>
    <w:rsid w:val="008B637B"/>
    <w:rsid w:val="008B6E68"/>
    <w:rsid w:val="008B7186"/>
    <w:rsid w:val="008B7A1A"/>
    <w:rsid w:val="008C0321"/>
    <w:rsid w:val="008C06B6"/>
    <w:rsid w:val="008C0877"/>
    <w:rsid w:val="008C0C1C"/>
    <w:rsid w:val="008C0C25"/>
    <w:rsid w:val="008C0F74"/>
    <w:rsid w:val="008C11EB"/>
    <w:rsid w:val="008C139D"/>
    <w:rsid w:val="008C1CD7"/>
    <w:rsid w:val="008C4463"/>
    <w:rsid w:val="008C499C"/>
    <w:rsid w:val="008C5025"/>
    <w:rsid w:val="008C54A3"/>
    <w:rsid w:val="008C5F44"/>
    <w:rsid w:val="008C7B4F"/>
    <w:rsid w:val="008D0509"/>
    <w:rsid w:val="008D2D16"/>
    <w:rsid w:val="008D468E"/>
    <w:rsid w:val="008D5B47"/>
    <w:rsid w:val="008D6385"/>
    <w:rsid w:val="008D6E35"/>
    <w:rsid w:val="008E0135"/>
    <w:rsid w:val="008E0797"/>
    <w:rsid w:val="008E16E2"/>
    <w:rsid w:val="008E2126"/>
    <w:rsid w:val="008E6468"/>
    <w:rsid w:val="008E65A9"/>
    <w:rsid w:val="008F045A"/>
    <w:rsid w:val="008F175B"/>
    <w:rsid w:val="008F18C8"/>
    <w:rsid w:val="008F1F1A"/>
    <w:rsid w:val="008F1FE3"/>
    <w:rsid w:val="008F3827"/>
    <w:rsid w:val="008F3BFA"/>
    <w:rsid w:val="008F42EB"/>
    <w:rsid w:val="008F52B3"/>
    <w:rsid w:val="008F5757"/>
    <w:rsid w:val="008F7337"/>
    <w:rsid w:val="00900110"/>
    <w:rsid w:val="00900172"/>
    <w:rsid w:val="009036AF"/>
    <w:rsid w:val="009036DF"/>
    <w:rsid w:val="00903B73"/>
    <w:rsid w:val="00907107"/>
    <w:rsid w:val="00907541"/>
    <w:rsid w:val="00907E19"/>
    <w:rsid w:val="009103DB"/>
    <w:rsid w:val="00913B8B"/>
    <w:rsid w:val="009151EE"/>
    <w:rsid w:val="00917504"/>
    <w:rsid w:val="00920804"/>
    <w:rsid w:val="00921594"/>
    <w:rsid w:val="00921EAA"/>
    <w:rsid w:val="00925089"/>
    <w:rsid w:val="00925491"/>
    <w:rsid w:val="0092561A"/>
    <w:rsid w:val="0092730F"/>
    <w:rsid w:val="00927FA3"/>
    <w:rsid w:val="00930118"/>
    <w:rsid w:val="00932D0A"/>
    <w:rsid w:val="0093355E"/>
    <w:rsid w:val="00935A31"/>
    <w:rsid w:val="00936034"/>
    <w:rsid w:val="00936304"/>
    <w:rsid w:val="00936D0B"/>
    <w:rsid w:val="00937AB4"/>
    <w:rsid w:val="00940205"/>
    <w:rsid w:val="009416FD"/>
    <w:rsid w:val="009419F7"/>
    <w:rsid w:val="009437F6"/>
    <w:rsid w:val="00944906"/>
    <w:rsid w:val="0094525F"/>
    <w:rsid w:val="0094562E"/>
    <w:rsid w:val="0094611A"/>
    <w:rsid w:val="009477AF"/>
    <w:rsid w:val="009479B4"/>
    <w:rsid w:val="00947C10"/>
    <w:rsid w:val="0095046E"/>
    <w:rsid w:val="00950904"/>
    <w:rsid w:val="00952E45"/>
    <w:rsid w:val="00952E46"/>
    <w:rsid w:val="00953297"/>
    <w:rsid w:val="0095350D"/>
    <w:rsid w:val="009549E2"/>
    <w:rsid w:val="009559C0"/>
    <w:rsid w:val="00955FA2"/>
    <w:rsid w:val="00957107"/>
    <w:rsid w:val="00961DAC"/>
    <w:rsid w:val="0096262E"/>
    <w:rsid w:val="0096308E"/>
    <w:rsid w:val="00963FCE"/>
    <w:rsid w:val="00964113"/>
    <w:rsid w:val="00964385"/>
    <w:rsid w:val="009645EB"/>
    <w:rsid w:val="00967977"/>
    <w:rsid w:val="00970DC6"/>
    <w:rsid w:val="009734C1"/>
    <w:rsid w:val="00974A8B"/>
    <w:rsid w:val="00974EC6"/>
    <w:rsid w:val="00975685"/>
    <w:rsid w:val="00975D0D"/>
    <w:rsid w:val="009766BF"/>
    <w:rsid w:val="00977105"/>
    <w:rsid w:val="00977FF6"/>
    <w:rsid w:val="00981154"/>
    <w:rsid w:val="00981759"/>
    <w:rsid w:val="00982E64"/>
    <w:rsid w:val="00983624"/>
    <w:rsid w:val="00983F8D"/>
    <w:rsid w:val="0098650B"/>
    <w:rsid w:val="009900C0"/>
    <w:rsid w:val="00990221"/>
    <w:rsid w:val="00991B73"/>
    <w:rsid w:val="009941C9"/>
    <w:rsid w:val="0099532D"/>
    <w:rsid w:val="0099562C"/>
    <w:rsid w:val="0099582F"/>
    <w:rsid w:val="00995FC7"/>
    <w:rsid w:val="009A1432"/>
    <w:rsid w:val="009A1E2D"/>
    <w:rsid w:val="009A5D3C"/>
    <w:rsid w:val="009A73FA"/>
    <w:rsid w:val="009B22B0"/>
    <w:rsid w:val="009B3032"/>
    <w:rsid w:val="009B3091"/>
    <w:rsid w:val="009B331A"/>
    <w:rsid w:val="009B3D4B"/>
    <w:rsid w:val="009B4078"/>
    <w:rsid w:val="009B480C"/>
    <w:rsid w:val="009B683E"/>
    <w:rsid w:val="009B708C"/>
    <w:rsid w:val="009C09F3"/>
    <w:rsid w:val="009C11E2"/>
    <w:rsid w:val="009C2136"/>
    <w:rsid w:val="009C2A00"/>
    <w:rsid w:val="009C4B3C"/>
    <w:rsid w:val="009C4E8C"/>
    <w:rsid w:val="009C67F1"/>
    <w:rsid w:val="009D1687"/>
    <w:rsid w:val="009D3E34"/>
    <w:rsid w:val="009D3F07"/>
    <w:rsid w:val="009D4D03"/>
    <w:rsid w:val="009D53CC"/>
    <w:rsid w:val="009D5AA2"/>
    <w:rsid w:val="009E125E"/>
    <w:rsid w:val="009E13ED"/>
    <w:rsid w:val="009E1680"/>
    <w:rsid w:val="009E1FC5"/>
    <w:rsid w:val="009E251B"/>
    <w:rsid w:val="009E26DE"/>
    <w:rsid w:val="009E351C"/>
    <w:rsid w:val="009E6000"/>
    <w:rsid w:val="009E662E"/>
    <w:rsid w:val="009F0037"/>
    <w:rsid w:val="009F0040"/>
    <w:rsid w:val="009F007B"/>
    <w:rsid w:val="009F06DB"/>
    <w:rsid w:val="009F0D34"/>
    <w:rsid w:val="009F27BB"/>
    <w:rsid w:val="009F310A"/>
    <w:rsid w:val="009F3779"/>
    <w:rsid w:val="009F4351"/>
    <w:rsid w:val="009F468B"/>
    <w:rsid w:val="009F47EB"/>
    <w:rsid w:val="009F52E4"/>
    <w:rsid w:val="009F5534"/>
    <w:rsid w:val="009F631E"/>
    <w:rsid w:val="009F65CF"/>
    <w:rsid w:val="009F72D2"/>
    <w:rsid w:val="00A02CAB"/>
    <w:rsid w:val="00A0392D"/>
    <w:rsid w:val="00A0454D"/>
    <w:rsid w:val="00A05C0E"/>
    <w:rsid w:val="00A071BE"/>
    <w:rsid w:val="00A077F6"/>
    <w:rsid w:val="00A10169"/>
    <w:rsid w:val="00A118B6"/>
    <w:rsid w:val="00A1234F"/>
    <w:rsid w:val="00A129E3"/>
    <w:rsid w:val="00A12ABC"/>
    <w:rsid w:val="00A16081"/>
    <w:rsid w:val="00A16343"/>
    <w:rsid w:val="00A17134"/>
    <w:rsid w:val="00A2084F"/>
    <w:rsid w:val="00A2234E"/>
    <w:rsid w:val="00A23776"/>
    <w:rsid w:val="00A2418D"/>
    <w:rsid w:val="00A24318"/>
    <w:rsid w:val="00A248D3"/>
    <w:rsid w:val="00A24E93"/>
    <w:rsid w:val="00A320A6"/>
    <w:rsid w:val="00A32953"/>
    <w:rsid w:val="00A33083"/>
    <w:rsid w:val="00A33C91"/>
    <w:rsid w:val="00A34A2A"/>
    <w:rsid w:val="00A35110"/>
    <w:rsid w:val="00A360EF"/>
    <w:rsid w:val="00A406C5"/>
    <w:rsid w:val="00A413DE"/>
    <w:rsid w:val="00A41EA9"/>
    <w:rsid w:val="00A451F1"/>
    <w:rsid w:val="00A45314"/>
    <w:rsid w:val="00A4538E"/>
    <w:rsid w:val="00A45831"/>
    <w:rsid w:val="00A46778"/>
    <w:rsid w:val="00A467BE"/>
    <w:rsid w:val="00A46A7D"/>
    <w:rsid w:val="00A47E49"/>
    <w:rsid w:val="00A503E7"/>
    <w:rsid w:val="00A50545"/>
    <w:rsid w:val="00A527DB"/>
    <w:rsid w:val="00A54D54"/>
    <w:rsid w:val="00A56EBF"/>
    <w:rsid w:val="00A575E2"/>
    <w:rsid w:val="00A600B3"/>
    <w:rsid w:val="00A600CF"/>
    <w:rsid w:val="00A602B7"/>
    <w:rsid w:val="00A6059C"/>
    <w:rsid w:val="00A60B02"/>
    <w:rsid w:val="00A60CA0"/>
    <w:rsid w:val="00A62643"/>
    <w:rsid w:val="00A62773"/>
    <w:rsid w:val="00A646D1"/>
    <w:rsid w:val="00A64895"/>
    <w:rsid w:val="00A666C2"/>
    <w:rsid w:val="00A67D9D"/>
    <w:rsid w:val="00A73195"/>
    <w:rsid w:val="00A73244"/>
    <w:rsid w:val="00A7539D"/>
    <w:rsid w:val="00A76331"/>
    <w:rsid w:val="00A7643F"/>
    <w:rsid w:val="00A77846"/>
    <w:rsid w:val="00A77A8C"/>
    <w:rsid w:val="00A81A35"/>
    <w:rsid w:val="00A82196"/>
    <w:rsid w:val="00A83C5E"/>
    <w:rsid w:val="00A8489C"/>
    <w:rsid w:val="00A87319"/>
    <w:rsid w:val="00A8739D"/>
    <w:rsid w:val="00A8758B"/>
    <w:rsid w:val="00A87978"/>
    <w:rsid w:val="00A87B47"/>
    <w:rsid w:val="00A90726"/>
    <w:rsid w:val="00A90BF4"/>
    <w:rsid w:val="00A918E8"/>
    <w:rsid w:val="00A924A3"/>
    <w:rsid w:val="00A925C4"/>
    <w:rsid w:val="00A932C1"/>
    <w:rsid w:val="00A9338C"/>
    <w:rsid w:val="00A934C9"/>
    <w:rsid w:val="00A934E4"/>
    <w:rsid w:val="00A94081"/>
    <w:rsid w:val="00A96FB8"/>
    <w:rsid w:val="00AA1C9E"/>
    <w:rsid w:val="00AA1EC0"/>
    <w:rsid w:val="00AA2D97"/>
    <w:rsid w:val="00AA35C9"/>
    <w:rsid w:val="00AA36BE"/>
    <w:rsid w:val="00AA4980"/>
    <w:rsid w:val="00AA5AEB"/>
    <w:rsid w:val="00AA6D1A"/>
    <w:rsid w:val="00AA72F9"/>
    <w:rsid w:val="00AB0682"/>
    <w:rsid w:val="00AB114B"/>
    <w:rsid w:val="00AB2CEF"/>
    <w:rsid w:val="00AB38B3"/>
    <w:rsid w:val="00AB4665"/>
    <w:rsid w:val="00AB6154"/>
    <w:rsid w:val="00AB637B"/>
    <w:rsid w:val="00AB7B03"/>
    <w:rsid w:val="00AC0296"/>
    <w:rsid w:val="00AC0A9D"/>
    <w:rsid w:val="00AC1192"/>
    <w:rsid w:val="00AC2D6C"/>
    <w:rsid w:val="00AC49BF"/>
    <w:rsid w:val="00AC4B5C"/>
    <w:rsid w:val="00AC6195"/>
    <w:rsid w:val="00AC7037"/>
    <w:rsid w:val="00AC7409"/>
    <w:rsid w:val="00AC78B3"/>
    <w:rsid w:val="00AC7E41"/>
    <w:rsid w:val="00AD071C"/>
    <w:rsid w:val="00AD1407"/>
    <w:rsid w:val="00AD1B38"/>
    <w:rsid w:val="00AD2546"/>
    <w:rsid w:val="00AD288A"/>
    <w:rsid w:val="00AD2B5E"/>
    <w:rsid w:val="00AD32E9"/>
    <w:rsid w:val="00AD3B89"/>
    <w:rsid w:val="00AD4549"/>
    <w:rsid w:val="00AD4622"/>
    <w:rsid w:val="00AD61CA"/>
    <w:rsid w:val="00AE00D8"/>
    <w:rsid w:val="00AE3DFA"/>
    <w:rsid w:val="00AE47E4"/>
    <w:rsid w:val="00AE654D"/>
    <w:rsid w:val="00AE6B88"/>
    <w:rsid w:val="00AE6F2D"/>
    <w:rsid w:val="00AF0815"/>
    <w:rsid w:val="00AF1DB9"/>
    <w:rsid w:val="00AF2445"/>
    <w:rsid w:val="00AF30BA"/>
    <w:rsid w:val="00AF4A5C"/>
    <w:rsid w:val="00AF5057"/>
    <w:rsid w:val="00AF506D"/>
    <w:rsid w:val="00AF560B"/>
    <w:rsid w:val="00AF629D"/>
    <w:rsid w:val="00AF62CB"/>
    <w:rsid w:val="00AF6458"/>
    <w:rsid w:val="00B006F7"/>
    <w:rsid w:val="00B00B1B"/>
    <w:rsid w:val="00B01C0F"/>
    <w:rsid w:val="00B0284A"/>
    <w:rsid w:val="00B02C13"/>
    <w:rsid w:val="00B02F82"/>
    <w:rsid w:val="00B040C0"/>
    <w:rsid w:val="00B05CBD"/>
    <w:rsid w:val="00B07119"/>
    <w:rsid w:val="00B072BE"/>
    <w:rsid w:val="00B077A0"/>
    <w:rsid w:val="00B078B8"/>
    <w:rsid w:val="00B07B5A"/>
    <w:rsid w:val="00B07F93"/>
    <w:rsid w:val="00B10325"/>
    <w:rsid w:val="00B1133D"/>
    <w:rsid w:val="00B11422"/>
    <w:rsid w:val="00B1161F"/>
    <w:rsid w:val="00B116BA"/>
    <w:rsid w:val="00B12736"/>
    <w:rsid w:val="00B13C56"/>
    <w:rsid w:val="00B21590"/>
    <w:rsid w:val="00B21743"/>
    <w:rsid w:val="00B22A76"/>
    <w:rsid w:val="00B231A9"/>
    <w:rsid w:val="00B232F9"/>
    <w:rsid w:val="00B24438"/>
    <w:rsid w:val="00B27CD3"/>
    <w:rsid w:val="00B300BB"/>
    <w:rsid w:val="00B3018F"/>
    <w:rsid w:val="00B3043D"/>
    <w:rsid w:val="00B31B9C"/>
    <w:rsid w:val="00B3241E"/>
    <w:rsid w:val="00B3457F"/>
    <w:rsid w:val="00B34603"/>
    <w:rsid w:val="00B34C96"/>
    <w:rsid w:val="00B34F22"/>
    <w:rsid w:val="00B355B3"/>
    <w:rsid w:val="00B3593A"/>
    <w:rsid w:val="00B35E01"/>
    <w:rsid w:val="00B3605D"/>
    <w:rsid w:val="00B36610"/>
    <w:rsid w:val="00B3689D"/>
    <w:rsid w:val="00B37304"/>
    <w:rsid w:val="00B37C33"/>
    <w:rsid w:val="00B37F8A"/>
    <w:rsid w:val="00B40553"/>
    <w:rsid w:val="00B408CF"/>
    <w:rsid w:val="00B41094"/>
    <w:rsid w:val="00B41138"/>
    <w:rsid w:val="00B41988"/>
    <w:rsid w:val="00B429CB"/>
    <w:rsid w:val="00B4303E"/>
    <w:rsid w:val="00B4311E"/>
    <w:rsid w:val="00B441F6"/>
    <w:rsid w:val="00B444FA"/>
    <w:rsid w:val="00B46A31"/>
    <w:rsid w:val="00B46E36"/>
    <w:rsid w:val="00B46FB4"/>
    <w:rsid w:val="00B473C7"/>
    <w:rsid w:val="00B47A64"/>
    <w:rsid w:val="00B47C51"/>
    <w:rsid w:val="00B51920"/>
    <w:rsid w:val="00B52961"/>
    <w:rsid w:val="00B52E77"/>
    <w:rsid w:val="00B56362"/>
    <w:rsid w:val="00B56DA6"/>
    <w:rsid w:val="00B5720A"/>
    <w:rsid w:val="00B57A2A"/>
    <w:rsid w:val="00B60F4E"/>
    <w:rsid w:val="00B615F2"/>
    <w:rsid w:val="00B61F3A"/>
    <w:rsid w:val="00B6266A"/>
    <w:rsid w:val="00B62757"/>
    <w:rsid w:val="00B6285E"/>
    <w:rsid w:val="00B62AC3"/>
    <w:rsid w:val="00B6300A"/>
    <w:rsid w:val="00B63511"/>
    <w:rsid w:val="00B64C7C"/>
    <w:rsid w:val="00B6514C"/>
    <w:rsid w:val="00B6553E"/>
    <w:rsid w:val="00B66824"/>
    <w:rsid w:val="00B66C69"/>
    <w:rsid w:val="00B71050"/>
    <w:rsid w:val="00B72BDC"/>
    <w:rsid w:val="00B757C7"/>
    <w:rsid w:val="00B75F42"/>
    <w:rsid w:val="00B80B1D"/>
    <w:rsid w:val="00B81FFE"/>
    <w:rsid w:val="00B82A8A"/>
    <w:rsid w:val="00B830DA"/>
    <w:rsid w:val="00B83E4A"/>
    <w:rsid w:val="00B86749"/>
    <w:rsid w:val="00B86E82"/>
    <w:rsid w:val="00B871BD"/>
    <w:rsid w:val="00B87D4F"/>
    <w:rsid w:val="00B9097D"/>
    <w:rsid w:val="00B912AB"/>
    <w:rsid w:val="00B91380"/>
    <w:rsid w:val="00B9632C"/>
    <w:rsid w:val="00B970A1"/>
    <w:rsid w:val="00B975D5"/>
    <w:rsid w:val="00BA2A86"/>
    <w:rsid w:val="00BA2AB7"/>
    <w:rsid w:val="00BA30CD"/>
    <w:rsid w:val="00BA54B9"/>
    <w:rsid w:val="00BA5E33"/>
    <w:rsid w:val="00BA696A"/>
    <w:rsid w:val="00BA7E57"/>
    <w:rsid w:val="00BB0807"/>
    <w:rsid w:val="00BB0EF9"/>
    <w:rsid w:val="00BB12D3"/>
    <w:rsid w:val="00BB1922"/>
    <w:rsid w:val="00BB1B2E"/>
    <w:rsid w:val="00BB2578"/>
    <w:rsid w:val="00BB321E"/>
    <w:rsid w:val="00BB33ED"/>
    <w:rsid w:val="00BB5BDE"/>
    <w:rsid w:val="00BB5E8F"/>
    <w:rsid w:val="00BB60AB"/>
    <w:rsid w:val="00BB61EB"/>
    <w:rsid w:val="00BB6449"/>
    <w:rsid w:val="00BB67BE"/>
    <w:rsid w:val="00BC0226"/>
    <w:rsid w:val="00BC07CB"/>
    <w:rsid w:val="00BC0E38"/>
    <w:rsid w:val="00BC0F38"/>
    <w:rsid w:val="00BC169A"/>
    <w:rsid w:val="00BC1A23"/>
    <w:rsid w:val="00BC371F"/>
    <w:rsid w:val="00BC4322"/>
    <w:rsid w:val="00BC6C55"/>
    <w:rsid w:val="00BC7801"/>
    <w:rsid w:val="00BD07E1"/>
    <w:rsid w:val="00BD3664"/>
    <w:rsid w:val="00BD3C27"/>
    <w:rsid w:val="00BD3EBB"/>
    <w:rsid w:val="00BD42D1"/>
    <w:rsid w:val="00BD4CFC"/>
    <w:rsid w:val="00BD633E"/>
    <w:rsid w:val="00BD766B"/>
    <w:rsid w:val="00BE0DB0"/>
    <w:rsid w:val="00BE2FAB"/>
    <w:rsid w:val="00BE2FC8"/>
    <w:rsid w:val="00BE40BD"/>
    <w:rsid w:val="00BE4936"/>
    <w:rsid w:val="00BE4AC3"/>
    <w:rsid w:val="00BE5183"/>
    <w:rsid w:val="00BE7E47"/>
    <w:rsid w:val="00BF08FE"/>
    <w:rsid w:val="00BF1405"/>
    <w:rsid w:val="00BF34A3"/>
    <w:rsid w:val="00BF39CD"/>
    <w:rsid w:val="00BF4568"/>
    <w:rsid w:val="00BF6B8C"/>
    <w:rsid w:val="00BF7F62"/>
    <w:rsid w:val="00C018EA"/>
    <w:rsid w:val="00C01DBD"/>
    <w:rsid w:val="00C01F1D"/>
    <w:rsid w:val="00C03DAF"/>
    <w:rsid w:val="00C04366"/>
    <w:rsid w:val="00C046EA"/>
    <w:rsid w:val="00C051DB"/>
    <w:rsid w:val="00C05E6A"/>
    <w:rsid w:val="00C06C53"/>
    <w:rsid w:val="00C06E58"/>
    <w:rsid w:val="00C07196"/>
    <w:rsid w:val="00C0764B"/>
    <w:rsid w:val="00C077A1"/>
    <w:rsid w:val="00C078D4"/>
    <w:rsid w:val="00C105A0"/>
    <w:rsid w:val="00C1431F"/>
    <w:rsid w:val="00C1564F"/>
    <w:rsid w:val="00C1571B"/>
    <w:rsid w:val="00C17C9F"/>
    <w:rsid w:val="00C20A77"/>
    <w:rsid w:val="00C222AB"/>
    <w:rsid w:val="00C23A50"/>
    <w:rsid w:val="00C24A1C"/>
    <w:rsid w:val="00C25AD8"/>
    <w:rsid w:val="00C25CC8"/>
    <w:rsid w:val="00C25DDE"/>
    <w:rsid w:val="00C30457"/>
    <w:rsid w:val="00C30E09"/>
    <w:rsid w:val="00C30FA6"/>
    <w:rsid w:val="00C31D00"/>
    <w:rsid w:val="00C33DC2"/>
    <w:rsid w:val="00C3544F"/>
    <w:rsid w:val="00C362E1"/>
    <w:rsid w:val="00C403E4"/>
    <w:rsid w:val="00C4072A"/>
    <w:rsid w:val="00C42643"/>
    <w:rsid w:val="00C43529"/>
    <w:rsid w:val="00C45A06"/>
    <w:rsid w:val="00C45C2F"/>
    <w:rsid w:val="00C45C92"/>
    <w:rsid w:val="00C503A3"/>
    <w:rsid w:val="00C50900"/>
    <w:rsid w:val="00C50A20"/>
    <w:rsid w:val="00C50C94"/>
    <w:rsid w:val="00C530B5"/>
    <w:rsid w:val="00C53147"/>
    <w:rsid w:val="00C53AC2"/>
    <w:rsid w:val="00C557AD"/>
    <w:rsid w:val="00C55C32"/>
    <w:rsid w:val="00C57B52"/>
    <w:rsid w:val="00C60982"/>
    <w:rsid w:val="00C60C74"/>
    <w:rsid w:val="00C60F77"/>
    <w:rsid w:val="00C61362"/>
    <w:rsid w:val="00C6136C"/>
    <w:rsid w:val="00C622D8"/>
    <w:rsid w:val="00C62468"/>
    <w:rsid w:val="00C62766"/>
    <w:rsid w:val="00C64A28"/>
    <w:rsid w:val="00C65004"/>
    <w:rsid w:val="00C65242"/>
    <w:rsid w:val="00C66DAC"/>
    <w:rsid w:val="00C71DC7"/>
    <w:rsid w:val="00C740C3"/>
    <w:rsid w:val="00C75576"/>
    <w:rsid w:val="00C7576B"/>
    <w:rsid w:val="00C762C7"/>
    <w:rsid w:val="00C76532"/>
    <w:rsid w:val="00C813BD"/>
    <w:rsid w:val="00C81D12"/>
    <w:rsid w:val="00C81D8C"/>
    <w:rsid w:val="00C825E9"/>
    <w:rsid w:val="00C82E62"/>
    <w:rsid w:val="00C83649"/>
    <w:rsid w:val="00C836EA"/>
    <w:rsid w:val="00C83989"/>
    <w:rsid w:val="00C841E3"/>
    <w:rsid w:val="00C84F05"/>
    <w:rsid w:val="00C858C3"/>
    <w:rsid w:val="00C87723"/>
    <w:rsid w:val="00C931E3"/>
    <w:rsid w:val="00C93242"/>
    <w:rsid w:val="00C93A57"/>
    <w:rsid w:val="00C95390"/>
    <w:rsid w:val="00C95941"/>
    <w:rsid w:val="00C96A8A"/>
    <w:rsid w:val="00C96D91"/>
    <w:rsid w:val="00C96DE1"/>
    <w:rsid w:val="00C97249"/>
    <w:rsid w:val="00CA3539"/>
    <w:rsid w:val="00CA4F74"/>
    <w:rsid w:val="00CA5C8C"/>
    <w:rsid w:val="00CA66E7"/>
    <w:rsid w:val="00CA685C"/>
    <w:rsid w:val="00CB01AA"/>
    <w:rsid w:val="00CB0784"/>
    <w:rsid w:val="00CB0CDA"/>
    <w:rsid w:val="00CB2DFE"/>
    <w:rsid w:val="00CB3AAE"/>
    <w:rsid w:val="00CB3DDF"/>
    <w:rsid w:val="00CB3E13"/>
    <w:rsid w:val="00CB4446"/>
    <w:rsid w:val="00CB56B4"/>
    <w:rsid w:val="00CB73E8"/>
    <w:rsid w:val="00CC0C54"/>
    <w:rsid w:val="00CC0FCB"/>
    <w:rsid w:val="00CC1B69"/>
    <w:rsid w:val="00CC1ECA"/>
    <w:rsid w:val="00CC2333"/>
    <w:rsid w:val="00CC2B5B"/>
    <w:rsid w:val="00CC31BD"/>
    <w:rsid w:val="00CC31CD"/>
    <w:rsid w:val="00CC359C"/>
    <w:rsid w:val="00CC44E2"/>
    <w:rsid w:val="00CC4DA0"/>
    <w:rsid w:val="00CC4F2C"/>
    <w:rsid w:val="00CC5C3E"/>
    <w:rsid w:val="00CC722F"/>
    <w:rsid w:val="00CC7415"/>
    <w:rsid w:val="00CD0896"/>
    <w:rsid w:val="00CD22DC"/>
    <w:rsid w:val="00CD2D15"/>
    <w:rsid w:val="00CD43F4"/>
    <w:rsid w:val="00CD46AD"/>
    <w:rsid w:val="00CD69EC"/>
    <w:rsid w:val="00CD6C4F"/>
    <w:rsid w:val="00CE06A2"/>
    <w:rsid w:val="00CE0853"/>
    <w:rsid w:val="00CE1C03"/>
    <w:rsid w:val="00CE272E"/>
    <w:rsid w:val="00CE273B"/>
    <w:rsid w:val="00CE2A15"/>
    <w:rsid w:val="00CE2DCA"/>
    <w:rsid w:val="00CE3084"/>
    <w:rsid w:val="00CE774D"/>
    <w:rsid w:val="00CE77EB"/>
    <w:rsid w:val="00CE7ABD"/>
    <w:rsid w:val="00CF0502"/>
    <w:rsid w:val="00CF07AC"/>
    <w:rsid w:val="00CF0952"/>
    <w:rsid w:val="00CF293D"/>
    <w:rsid w:val="00CF37C6"/>
    <w:rsid w:val="00CF3E44"/>
    <w:rsid w:val="00CF44C5"/>
    <w:rsid w:val="00CF54C9"/>
    <w:rsid w:val="00CF5527"/>
    <w:rsid w:val="00D009AF"/>
    <w:rsid w:val="00D00ABB"/>
    <w:rsid w:val="00D00E3A"/>
    <w:rsid w:val="00D0171F"/>
    <w:rsid w:val="00D0331A"/>
    <w:rsid w:val="00D0358A"/>
    <w:rsid w:val="00D03908"/>
    <w:rsid w:val="00D05F7F"/>
    <w:rsid w:val="00D06008"/>
    <w:rsid w:val="00D0605A"/>
    <w:rsid w:val="00D07389"/>
    <w:rsid w:val="00D100C0"/>
    <w:rsid w:val="00D12E9B"/>
    <w:rsid w:val="00D1421E"/>
    <w:rsid w:val="00D1614A"/>
    <w:rsid w:val="00D212BD"/>
    <w:rsid w:val="00D214FD"/>
    <w:rsid w:val="00D21914"/>
    <w:rsid w:val="00D221DF"/>
    <w:rsid w:val="00D224C4"/>
    <w:rsid w:val="00D22BB5"/>
    <w:rsid w:val="00D232D3"/>
    <w:rsid w:val="00D24025"/>
    <w:rsid w:val="00D25B79"/>
    <w:rsid w:val="00D25C1E"/>
    <w:rsid w:val="00D2726C"/>
    <w:rsid w:val="00D30D23"/>
    <w:rsid w:val="00D31E8B"/>
    <w:rsid w:val="00D3316D"/>
    <w:rsid w:val="00D35847"/>
    <w:rsid w:val="00D35EA6"/>
    <w:rsid w:val="00D35F75"/>
    <w:rsid w:val="00D37304"/>
    <w:rsid w:val="00D37629"/>
    <w:rsid w:val="00D37A03"/>
    <w:rsid w:val="00D37F43"/>
    <w:rsid w:val="00D4045E"/>
    <w:rsid w:val="00D414F1"/>
    <w:rsid w:val="00D41FC0"/>
    <w:rsid w:val="00D44702"/>
    <w:rsid w:val="00D45545"/>
    <w:rsid w:val="00D45956"/>
    <w:rsid w:val="00D47938"/>
    <w:rsid w:val="00D50A61"/>
    <w:rsid w:val="00D50D05"/>
    <w:rsid w:val="00D515FE"/>
    <w:rsid w:val="00D5205A"/>
    <w:rsid w:val="00D556AD"/>
    <w:rsid w:val="00D568E1"/>
    <w:rsid w:val="00D573AA"/>
    <w:rsid w:val="00D57936"/>
    <w:rsid w:val="00D57BC0"/>
    <w:rsid w:val="00D57F57"/>
    <w:rsid w:val="00D60C4A"/>
    <w:rsid w:val="00D61005"/>
    <w:rsid w:val="00D62629"/>
    <w:rsid w:val="00D63617"/>
    <w:rsid w:val="00D66199"/>
    <w:rsid w:val="00D66B82"/>
    <w:rsid w:val="00D66DFC"/>
    <w:rsid w:val="00D70AB7"/>
    <w:rsid w:val="00D71253"/>
    <w:rsid w:val="00D71452"/>
    <w:rsid w:val="00D71699"/>
    <w:rsid w:val="00D71701"/>
    <w:rsid w:val="00D7341C"/>
    <w:rsid w:val="00D74518"/>
    <w:rsid w:val="00D75094"/>
    <w:rsid w:val="00D75E98"/>
    <w:rsid w:val="00D76E78"/>
    <w:rsid w:val="00D771F6"/>
    <w:rsid w:val="00D77FE0"/>
    <w:rsid w:val="00D80C47"/>
    <w:rsid w:val="00D81882"/>
    <w:rsid w:val="00D8448C"/>
    <w:rsid w:val="00D865F7"/>
    <w:rsid w:val="00D872D5"/>
    <w:rsid w:val="00D87C96"/>
    <w:rsid w:val="00D90549"/>
    <w:rsid w:val="00D9057F"/>
    <w:rsid w:val="00D918F9"/>
    <w:rsid w:val="00D91B8C"/>
    <w:rsid w:val="00D9203C"/>
    <w:rsid w:val="00D925D7"/>
    <w:rsid w:val="00D92657"/>
    <w:rsid w:val="00D93E15"/>
    <w:rsid w:val="00D944A8"/>
    <w:rsid w:val="00D94526"/>
    <w:rsid w:val="00D95135"/>
    <w:rsid w:val="00D96CCF"/>
    <w:rsid w:val="00DA0762"/>
    <w:rsid w:val="00DA2889"/>
    <w:rsid w:val="00DA3393"/>
    <w:rsid w:val="00DA4168"/>
    <w:rsid w:val="00DA6153"/>
    <w:rsid w:val="00DA79A6"/>
    <w:rsid w:val="00DA7A87"/>
    <w:rsid w:val="00DB0109"/>
    <w:rsid w:val="00DB0F22"/>
    <w:rsid w:val="00DB464C"/>
    <w:rsid w:val="00DB61BE"/>
    <w:rsid w:val="00DB6F11"/>
    <w:rsid w:val="00DB7076"/>
    <w:rsid w:val="00DB70D8"/>
    <w:rsid w:val="00DB74CF"/>
    <w:rsid w:val="00DC0E89"/>
    <w:rsid w:val="00DC2A97"/>
    <w:rsid w:val="00DC2E4B"/>
    <w:rsid w:val="00DC4AD7"/>
    <w:rsid w:val="00DC5312"/>
    <w:rsid w:val="00DC635B"/>
    <w:rsid w:val="00DC67DA"/>
    <w:rsid w:val="00DC787A"/>
    <w:rsid w:val="00DD1131"/>
    <w:rsid w:val="00DD3204"/>
    <w:rsid w:val="00DD3D81"/>
    <w:rsid w:val="00DD4EA2"/>
    <w:rsid w:val="00DD6816"/>
    <w:rsid w:val="00DD7127"/>
    <w:rsid w:val="00DD7584"/>
    <w:rsid w:val="00DE09D2"/>
    <w:rsid w:val="00DE0A78"/>
    <w:rsid w:val="00DE0B75"/>
    <w:rsid w:val="00DE0FE0"/>
    <w:rsid w:val="00DE1B0C"/>
    <w:rsid w:val="00DE26E0"/>
    <w:rsid w:val="00DE4ECB"/>
    <w:rsid w:val="00DE6B28"/>
    <w:rsid w:val="00DF0B89"/>
    <w:rsid w:val="00DF1898"/>
    <w:rsid w:val="00DF2853"/>
    <w:rsid w:val="00DF330F"/>
    <w:rsid w:val="00DF40F1"/>
    <w:rsid w:val="00DF5646"/>
    <w:rsid w:val="00DF5D51"/>
    <w:rsid w:val="00DF617C"/>
    <w:rsid w:val="00DF6553"/>
    <w:rsid w:val="00DF6F23"/>
    <w:rsid w:val="00E0082F"/>
    <w:rsid w:val="00E00926"/>
    <w:rsid w:val="00E015EA"/>
    <w:rsid w:val="00E0165B"/>
    <w:rsid w:val="00E01EF3"/>
    <w:rsid w:val="00E0243B"/>
    <w:rsid w:val="00E027F9"/>
    <w:rsid w:val="00E03C09"/>
    <w:rsid w:val="00E06C40"/>
    <w:rsid w:val="00E06E05"/>
    <w:rsid w:val="00E071FF"/>
    <w:rsid w:val="00E10E38"/>
    <w:rsid w:val="00E12977"/>
    <w:rsid w:val="00E12F41"/>
    <w:rsid w:val="00E13608"/>
    <w:rsid w:val="00E145AA"/>
    <w:rsid w:val="00E158DB"/>
    <w:rsid w:val="00E171FE"/>
    <w:rsid w:val="00E21396"/>
    <w:rsid w:val="00E21764"/>
    <w:rsid w:val="00E21A88"/>
    <w:rsid w:val="00E22620"/>
    <w:rsid w:val="00E22E17"/>
    <w:rsid w:val="00E23798"/>
    <w:rsid w:val="00E25429"/>
    <w:rsid w:val="00E31301"/>
    <w:rsid w:val="00E3223C"/>
    <w:rsid w:val="00E34D67"/>
    <w:rsid w:val="00E352AE"/>
    <w:rsid w:val="00E3586E"/>
    <w:rsid w:val="00E35BB7"/>
    <w:rsid w:val="00E366FC"/>
    <w:rsid w:val="00E405E3"/>
    <w:rsid w:val="00E420B3"/>
    <w:rsid w:val="00E42473"/>
    <w:rsid w:val="00E47409"/>
    <w:rsid w:val="00E479E4"/>
    <w:rsid w:val="00E501ED"/>
    <w:rsid w:val="00E51D7B"/>
    <w:rsid w:val="00E52DF0"/>
    <w:rsid w:val="00E55821"/>
    <w:rsid w:val="00E56ED3"/>
    <w:rsid w:val="00E61E1D"/>
    <w:rsid w:val="00E62628"/>
    <w:rsid w:val="00E6351A"/>
    <w:rsid w:val="00E65D5D"/>
    <w:rsid w:val="00E66302"/>
    <w:rsid w:val="00E6669F"/>
    <w:rsid w:val="00E67D42"/>
    <w:rsid w:val="00E70139"/>
    <w:rsid w:val="00E709A1"/>
    <w:rsid w:val="00E722B4"/>
    <w:rsid w:val="00E72E61"/>
    <w:rsid w:val="00E7317F"/>
    <w:rsid w:val="00E73895"/>
    <w:rsid w:val="00E73D1C"/>
    <w:rsid w:val="00E74AA9"/>
    <w:rsid w:val="00E7526B"/>
    <w:rsid w:val="00E752F9"/>
    <w:rsid w:val="00E806D0"/>
    <w:rsid w:val="00E80B3E"/>
    <w:rsid w:val="00E82B8B"/>
    <w:rsid w:val="00E851F6"/>
    <w:rsid w:val="00E854F0"/>
    <w:rsid w:val="00E85D62"/>
    <w:rsid w:val="00E86681"/>
    <w:rsid w:val="00E90CE4"/>
    <w:rsid w:val="00E926FF"/>
    <w:rsid w:val="00E92B79"/>
    <w:rsid w:val="00E92D51"/>
    <w:rsid w:val="00E938F6"/>
    <w:rsid w:val="00E939DB"/>
    <w:rsid w:val="00E9572A"/>
    <w:rsid w:val="00E9574F"/>
    <w:rsid w:val="00E969E0"/>
    <w:rsid w:val="00E969E5"/>
    <w:rsid w:val="00E97CB6"/>
    <w:rsid w:val="00EA0A8E"/>
    <w:rsid w:val="00EA2D31"/>
    <w:rsid w:val="00EA4305"/>
    <w:rsid w:val="00EA5ECF"/>
    <w:rsid w:val="00EA6AC4"/>
    <w:rsid w:val="00EA7CF9"/>
    <w:rsid w:val="00EB050E"/>
    <w:rsid w:val="00EB092B"/>
    <w:rsid w:val="00EB0C29"/>
    <w:rsid w:val="00EB1BF2"/>
    <w:rsid w:val="00EB1EE4"/>
    <w:rsid w:val="00EB22D5"/>
    <w:rsid w:val="00EB23F8"/>
    <w:rsid w:val="00EB295D"/>
    <w:rsid w:val="00EB37FC"/>
    <w:rsid w:val="00EB4B83"/>
    <w:rsid w:val="00EB528E"/>
    <w:rsid w:val="00EB5B0A"/>
    <w:rsid w:val="00EB70EE"/>
    <w:rsid w:val="00EC0313"/>
    <w:rsid w:val="00EC2ED7"/>
    <w:rsid w:val="00EC2F88"/>
    <w:rsid w:val="00EC4968"/>
    <w:rsid w:val="00EC5702"/>
    <w:rsid w:val="00EC5F0E"/>
    <w:rsid w:val="00EC76F9"/>
    <w:rsid w:val="00EC77CE"/>
    <w:rsid w:val="00ED1888"/>
    <w:rsid w:val="00ED23FE"/>
    <w:rsid w:val="00ED299F"/>
    <w:rsid w:val="00ED3291"/>
    <w:rsid w:val="00ED3B68"/>
    <w:rsid w:val="00ED5183"/>
    <w:rsid w:val="00ED66B4"/>
    <w:rsid w:val="00ED6B9B"/>
    <w:rsid w:val="00ED785C"/>
    <w:rsid w:val="00EE032C"/>
    <w:rsid w:val="00EE0766"/>
    <w:rsid w:val="00EE1457"/>
    <w:rsid w:val="00EE3050"/>
    <w:rsid w:val="00EE3289"/>
    <w:rsid w:val="00EE47A8"/>
    <w:rsid w:val="00EE53AD"/>
    <w:rsid w:val="00EE6730"/>
    <w:rsid w:val="00EE6FC3"/>
    <w:rsid w:val="00EE7EE9"/>
    <w:rsid w:val="00EF01A7"/>
    <w:rsid w:val="00EF0A41"/>
    <w:rsid w:val="00EF4024"/>
    <w:rsid w:val="00EF48D4"/>
    <w:rsid w:val="00EF4ECF"/>
    <w:rsid w:val="00EF6101"/>
    <w:rsid w:val="00EF794F"/>
    <w:rsid w:val="00EF7C7C"/>
    <w:rsid w:val="00F0116B"/>
    <w:rsid w:val="00F015D2"/>
    <w:rsid w:val="00F02880"/>
    <w:rsid w:val="00F02E2B"/>
    <w:rsid w:val="00F06FCF"/>
    <w:rsid w:val="00F10315"/>
    <w:rsid w:val="00F10526"/>
    <w:rsid w:val="00F11EB8"/>
    <w:rsid w:val="00F137E6"/>
    <w:rsid w:val="00F138F6"/>
    <w:rsid w:val="00F13DC7"/>
    <w:rsid w:val="00F13EB4"/>
    <w:rsid w:val="00F13F0B"/>
    <w:rsid w:val="00F140BB"/>
    <w:rsid w:val="00F147B9"/>
    <w:rsid w:val="00F1486F"/>
    <w:rsid w:val="00F1649C"/>
    <w:rsid w:val="00F17358"/>
    <w:rsid w:val="00F174F6"/>
    <w:rsid w:val="00F213E2"/>
    <w:rsid w:val="00F21A50"/>
    <w:rsid w:val="00F2268B"/>
    <w:rsid w:val="00F22A7B"/>
    <w:rsid w:val="00F23885"/>
    <w:rsid w:val="00F24B86"/>
    <w:rsid w:val="00F25951"/>
    <w:rsid w:val="00F26C4F"/>
    <w:rsid w:val="00F26FDF"/>
    <w:rsid w:val="00F30057"/>
    <w:rsid w:val="00F31199"/>
    <w:rsid w:val="00F316D3"/>
    <w:rsid w:val="00F337B2"/>
    <w:rsid w:val="00F3538C"/>
    <w:rsid w:val="00F361A0"/>
    <w:rsid w:val="00F40D04"/>
    <w:rsid w:val="00F40FC4"/>
    <w:rsid w:val="00F410A0"/>
    <w:rsid w:val="00F41255"/>
    <w:rsid w:val="00F41AA4"/>
    <w:rsid w:val="00F423E7"/>
    <w:rsid w:val="00F4267E"/>
    <w:rsid w:val="00F439BC"/>
    <w:rsid w:val="00F44185"/>
    <w:rsid w:val="00F443C5"/>
    <w:rsid w:val="00F4510D"/>
    <w:rsid w:val="00F467D0"/>
    <w:rsid w:val="00F50E47"/>
    <w:rsid w:val="00F52C88"/>
    <w:rsid w:val="00F52E65"/>
    <w:rsid w:val="00F53C0F"/>
    <w:rsid w:val="00F55229"/>
    <w:rsid w:val="00F55525"/>
    <w:rsid w:val="00F559EA"/>
    <w:rsid w:val="00F5658A"/>
    <w:rsid w:val="00F56AC7"/>
    <w:rsid w:val="00F56E7F"/>
    <w:rsid w:val="00F57F13"/>
    <w:rsid w:val="00F6147F"/>
    <w:rsid w:val="00F61DF6"/>
    <w:rsid w:val="00F62232"/>
    <w:rsid w:val="00F64DD1"/>
    <w:rsid w:val="00F65250"/>
    <w:rsid w:val="00F66501"/>
    <w:rsid w:val="00F667DF"/>
    <w:rsid w:val="00F674DB"/>
    <w:rsid w:val="00F7155C"/>
    <w:rsid w:val="00F71F20"/>
    <w:rsid w:val="00F71FFC"/>
    <w:rsid w:val="00F74C67"/>
    <w:rsid w:val="00F756E5"/>
    <w:rsid w:val="00F762DD"/>
    <w:rsid w:val="00F7642B"/>
    <w:rsid w:val="00F809F6"/>
    <w:rsid w:val="00F80E83"/>
    <w:rsid w:val="00F80F70"/>
    <w:rsid w:val="00F81A4F"/>
    <w:rsid w:val="00F81FFC"/>
    <w:rsid w:val="00F82C5E"/>
    <w:rsid w:val="00F839E6"/>
    <w:rsid w:val="00F84ECE"/>
    <w:rsid w:val="00F85F7C"/>
    <w:rsid w:val="00F864D4"/>
    <w:rsid w:val="00F86A95"/>
    <w:rsid w:val="00F87128"/>
    <w:rsid w:val="00F9231A"/>
    <w:rsid w:val="00F926EB"/>
    <w:rsid w:val="00F93459"/>
    <w:rsid w:val="00F936D4"/>
    <w:rsid w:val="00F93A1F"/>
    <w:rsid w:val="00F93BB3"/>
    <w:rsid w:val="00F94EE1"/>
    <w:rsid w:val="00FA32CF"/>
    <w:rsid w:val="00FA5FD7"/>
    <w:rsid w:val="00FA6CFA"/>
    <w:rsid w:val="00FB0065"/>
    <w:rsid w:val="00FB0CD9"/>
    <w:rsid w:val="00FB24DC"/>
    <w:rsid w:val="00FB3C9A"/>
    <w:rsid w:val="00FB3D5B"/>
    <w:rsid w:val="00FB3D91"/>
    <w:rsid w:val="00FB3FD6"/>
    <w:rsid w:val="00FB5EAD"/>
    <w:rsid w:val="00FB7F0E"/>
    <w:rsid w:val="00FC2C4D"/>
    <w:rsid w:val="00FC31BC"/>
    <w:rsid w:val="00FC3CFD"/>
    <w:rsid w:val="00FC76A5"/>
    <w:rsid w:val="00FC7F93"/>
    <w:rsid w:val="00FD136C"/>
    <w:rsid w:val="00FD5366"/>
    <w:rsid w:val="00FD59D0"/>
    <w:rsid w:val="00FD6C3F"/>
    <w:rsid w:val="00FE0296"/>
    <w:rsid w:val="00FE0323"/>
    <w:rsid w:val="00FE1A76"/>
    <w:rsid w:val="00FE229A"/>
    <w:rsid w:val="00FE284F"/>
    <w:rsid w:val="00FE2CCA"/>
    <w:rsid w:val="00FE4BF8"/>
    <w:rsid w:val="00FE5EA7"/>
    <w:rsid w:val="00FE5F98"/>
    <w:rsid w:val="00FE633E"/>
    <w:rsid w:val="00FF06BF"/>
    <w:rsid w:val="00FF0A46"/>
    <w:rsid w:val="00FF0BF3"/>
    <w:rsid w:val="00FF2061"/>
    <w:rsid w:val="00FF2330"/>
    <w:rsid w:val="00FF23E8"/>
    <w:rsid w:val="00FF27C6"/>
    <w:rsid w:val="00FF306E"/>
    <w:rsid w:val="016F98D4"/>
    <w:rsid w:val="01D31CD3"/>
    <w:rsid w:val="02009001"/>
    <w:rsid w:val="026904BA"/>
    <w:rsid w:val="04C26050"/>
    <w:rsid w:val="04F536A4"/>
    <w:rsid w:val="055B97CE"/>
    <w:rsid w:val="0561D3EC"/>
    <w:rsid w:val="07CB76D0"/>
    <w:rsid w:val="0811D9EC"/>
    <w:rsid w:val="08A22B82"/>
    <w:rsid w:val="08E6D032"/>
    <w:rsid w:val="0B82CEA6"/>
    <w:rsid w:val="0B98AE70"/>
    <w:rsid w:val="0C03BF41"/>
    <w:rsid w:val="0CDB7F63"/>
    <w:rsid w:val="0D075B47"/>
    <w:rsid w:val="0D2555F7"/>
    <w:rsid w:val="0D58CC6F"/>
    <w:rsid w:val="0DBE86CA"/>
    <w:rsid w:val="0DE08636"/>
    <w:rsid w:val="0EF6B1B1"/>
    <w:rsid w:val="0F099568"/>
    <w:rsid w:val="0F60EB6D"/>
    <w:rsid w:val="0FE16C57"/>
    <w:rsid w:val="10BF38CF"/>
    <w:rsid w:val="12EB0CA1"/>
    <w:rsid w:val="151C7766"/>
    <w:rsid w:val="1520A90E"/>
    <w:rsid w:val="16D3E7BB"/>
    <w:rsid w:val="17CDE120"/>
    <w:rsid w:val="180D3836"/>
    <w:rsid w:val="180D8791"/>
    <w:rsid w:val="184B3FEF"/>
    <w:rsid w:val="185E3BBF"/>
    <w:rsid w:val="18FF5B1F"/>
    <w:rsid w:val="1A62525A"/>
    <w:rsid w:val="1A96E512"/>
    <w:rsid w:val="1C64F582"/>
    <w:rsid w:val="1E0DB7EE"/>
    <w:rsid w:val="1E436CE3"/>
    <w:rsid w:val="1E5608DC"/>
    <w:rsid w:val="1EE1C655"/>
    <w:rsid w:val="1F117E35"/>
    <w:rsid w:val="1FEB4D78"/>
    <w:rsid w:val="20363F2F"/>
    <w:rsid w:val="22A7637C"/>
    <w:rsid w:val="23643C52"/>
    <w:rsid w:val="239F8888"/>
    <w:rsid w:val="2465D744"/>
    <w:rsid w:val="248E2C0F"/>
    <w:rsid w:val="24E6F8C5"/>
    <w:rsid w:val="26AAA69A"/>
    <w:rsid w:val="28BEE741"/>
    <w:rsid w:val="2952165C"/>
    <w:rsid w:val="29536DB2"/>
    <w:rsid w:val="29FF51DA"/>
    <w:rsid w:val="2A272D38"/>
    <w:rsid w:val="2A719C67"/>
    <w:rsid w:val="2ADACDED"/>
    <w:rsid w:val="2B384572"/>
    <w:rsid w:val="2B62B073"/>
    <w:rsid w:val="2C79115E"/>
    <w:rsid w:val="2CFB3791"/>
    <w:rsid w:val="2D410619"/>
    <w:rsid w:val="2DA62806"/>
    <w:rsid w:val="2E35B93E"/>
    <w:rsid w:val="2EC142ED"/>
    <w:rsid w:val="2F7D5017"/>
    <w:rsid w:val="31126DD1"/>
    <w:rsid w:val="3333F2EF"/>
    <w:rsid w:val="335F7024"/>
    <w:rsid w:val="357CB4C8"/>
    <w:rsid w:val="357DC097"/>
    <w:rsid w:val="367E95A3"/>
    <w:rsid w:val="37294BA9"/>
    <w:rsid w:val="37584625"/>
    <w:rsid w:val="378BBB5C"/>
    <w:rsid w:val="37D6C94F"/>
    <w:rsid w:val="3879275D"/>
    <w:rsid w:val="38F47F3C"/>
    <w:rsid w:val="39C72FCF"/>
    <w:rsid w:val="39FE0A20"/>
    <w:rsid w:val="3A18E0B6"/>
    <w:rsid w:val="3BBBD140"/>
    <w:rsid w:val="3BFA5910"/>
    <w:rsid w:val="3C9E242D"/>
    <w:rsid w:val="3CC81C99"/>
    <w:rsid w:val="3CCF5766"/>
    <w:rsid w:val="3CD1A9B3"/>
    <w:rsid w:val="3DB5B0FA"/>
    <w:rsid w:val="3F630691"/>
    <w:rsid w:val="3F696FD4"/>
    <w:rsid w:val="3F9E0748"/>
    <w:rsid w:val="3FA3A5A3"/>
    <w:rsid w:val="3FF99762"/>
    <w:rsid w:val="40788D08"/>
    <w:rsid w:val="4133FF63"/>
    <w:rsid w:val="41413A0E"/>
    <w:rsid w:val="41871429"/>
    <w:rsid w:val="4357A9B7"/>
    <w:rsid w:val="43D730EE"/>
    <w:rsid w:val="43DAE75A"/>
    <w:rsid w:val="46F78844"/>
    <w:rsid w:val="47C72292"/>
    <w:rsid w:val="4968D46E"/>
    <w:rsid w:val="49946A10"/>
    <w:rsid w:val="4A063714"/>
    <w:rsid w:val="4B9DD47B"/>
    <w:rsid w:val="4BB4A75E"/>
    <w:rsid w:val="4BFD3ACB"/>
    <w:rsid w:val="4CD9165F"/>
    <w:rsid w:val="4EC9B6C5"/>
    <w:rsid w:val="4F2BCE70"/>
    <w:rsid w:val="4FE89A4D"/>
    <w:rsid w:val="50C2DB30"/>
    <w:rsid w:val="512EF7FA"/>
    <w:rsid w:val="514472C4"/>
    <w:rsid w:val="518EE32E"/>
    <w:rsid w:val="51FC79A1"/>
    <w:rsid w:val="52C75A8F"/>
    <w:rsid w:val="52D4E670"/>
    <w:rsid w:val="53629916"/>
    <w:rsid w:val="5383F390"/>
    <w:rsid w:val="541B22A5"/>
    <w:rsid w:val="547C4E35"/>
    <w:rsid w:val="55455282"/>
    <w:rsid w:val="558F45BC"/>
    <w:rsid w:val="56050CE3"/>
    <w:rsid w:val="566767C0"/>
    <w:rsid w:val="56ED5DA9"/>
    <w:rsid w:val="572B91E8"/>
    <w:rsid w:val="5736FEB7"/>
    <w:rsid w:val="579036E8"/>
    <w:rsid w:val="57A5EEB1"/>
    <w:rsid w:val="57C4A71E"/>
    <w:rsid w:val="57F5C7ED"/>
    <w:rsid w:val="58B79276"/>
    <w:rsid w:val="59203375"/>
    <w:rsid w:val="5A4D5028"/>
    <w:rsid w:val="5C0A7F2E"/>
    <w:rsid w:val="5C33046C"/>
    <w:rsid w:val="5CC32CD9"/>
    <w:rsid w:val="5D03A1B0"/>
    <w:rsid w:val="5DEE03DF"/>
    <w:rsid w:val="5E084E44"/>
    <w:rsid w:val="5E9F1548"/>
    <w:rsid w:val="5F1EAD5D"/>
    <w:rsid w:val="6142E178"/>
    <w:rsid w:val="6317E957"/>
    <w:rsid w:val="633A683A"/>
    <w:rsid w:val="655E6F65"/>
    <w:rsid w:val="6719FDE1"/>
    <w:rsid w:val="678018C9"/>
    <w:rsid w:val="67E93ED8"/>
    <w:rsid w:val="68A7BC9E"/>
    <w:rsid w:val="68AED33E"/>
    <w:rsid w:val="68B1369E"/>
    <w:rsid w:val="68B1819C"/>
    <w:rsid w:val="694CB545"/>
    <w:rsid w:val="69E260D5"/>
    <w:rsid w:val="69FEE83E"/>
    <w:rsid w:val="6A891518"/>
    <w:rsid w:val="6A9728ED"/>
    <w:rsid w:val="6C8E2342"/>
    <w:rsid w:val="6D6F8D17"/>
    <w:rsid w:val="6DBD8A5F"/>
    <w:rsid w:val="6DF70337"/>
    <w:rsid w:val="6E0D210C"/>
    <w:rsid w:val="6F91F8DB"/>
    <w:rsid w:val="702F69FB"/>
    <w:rsid w:val="70603CB8"/>
    <w:rsid w:val="70F989D5"/>
    <w:rsid w:val="71CFEAF3"/>
    <w:rsid w:val="7203E057"/>
    <w:rsid w:val="727B6670"/>
    <w:rsid w:val="747F6F76"/>
    <w:rsid w:val="74D2F4E0"/>
    <w:rsid w:val="74DD8BC5"/>
    <w:rsid w:val="75E0CE5E"/>
    <w:rsid w:val="771320FF"/>
    <w:rsid w:val="793D18B6"/>
    <w:rsid w:val="7996AA57"/>
    <w:rsid w:val="79B4568B"/>
    <w:rsid w:val="79CB6DC5"/>
    <w:rsid w:val="79DA48BA"/>
    <w:rsid w:val="7AB57DC5"/>
    <w:rsid w:val="7ADDF072"/>
    <w:rsid w:val="7AFF1F86"/>
    <w:rsid w:val="7B5F90C3"/>
    <w:rsid w:val="7D94E6EE"/>
    <w:rsid w:val="7E247CCF"/>
    <w:rsid w:val="7E92353A"/>
    <w:rsid w:val="7FB071E6"/>
    <w:rsid w:val="7FDD7748"/>
    <w:rsid w:val="7FE68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8C9CD"/>
  <w15:chartTrackingRefBased/>
  <w15:docId w15:val="{7F5DB66F-982E-456C-861B-3050A270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E027F9"/>
    <w:pPr>
      <w:spacing w:after="120" w:line="240" w:lineRule="auto"/>
    </w:pPr>
    <w:rPr>
      <w:rFonts w:ascii="Arial" w:hAnsi="Arial" w:cs="Times New Roman"/>
      <w:spacing w:val="6"/>
      <w:kern w:val="3"/>
      <w:sz w:val="20"/>
      <w:szCs w:val="16"/>
    </w:rPr>
  </w:style>
  <w:style w:type="paragraph" w:styleId="Kop1">
    <w:name w:val="heading 1"/>
    <w:basedOn w:val="Standaard"/>
    <w:next w:val="Standaard"/>
    <w:link w:val="Kop1Char"/>
    <w:uiPriority w:val="9"/>
    <w:qFormat/>
    <w:rsid w:val="002872C8"/>
    <w:pPr>
      <w:keepNext/>
      <w:keepLines/>
      <w:pageBreakBefore/>
      <w:spacing w:after="200" w:line="259" w:lineRule="auto"/>
      <w:outlineLvl w:val="0"/>
    </w:pPr>
    <w:rPr>
      <w:rFonts w:asciiTheme="minorHAnsi" w:eastAsia="Times New Roman" w:hAnsiTheme="minorHAnsi"/>
      <w:b/>
      <w:bCs/>
      <w:color w:val="F87F01"/>
      <w:spacing w:val="0"/>
      <w:kern w:val="36"/>
      <w:sz w:val="36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0165B"/>
    <w:pPr>
      <w:keepNext/>
      <w:keepLines/>
      <w:spacing w:before="200" w:after="0" w:line="259" w:lineRule="auto"/>
      <w:outlineLvl w:val="1"/>
    </w:pPr>
    <w:rPr>
      <w:rFonts w:asciiTheme="minorHAnsi" w:eastAsiaTheme="majorEastAsia" w:hAnsiTheme="minorHAnsi" w:cstheme="majorBidi"/>
      <w:b/>
      <w:color w:val="595959" w:themeColor="text1" w:themeTint="A6"/>
      <w:spacing w:val="0"/>
      <w:kern w:val="0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qFormat/>
    <w:rsid w:val="005E0E94"/>
    <w:pPr>
      <w:keepNext/>
      <w:keepLines/>
      <w:spacing w:before="240" w:after="0" w:line="259" w:lineRule="auto"/>
      <w:outlineLvl w:val="2"/>
    </w:pPr>
    <w:rPr>
      <w:rFonts w:asciiTheme="minorHAnsi" w:eastAsia="Times New Roman" w:hAnsiTheme="minorHAnsi"/>
      <w:bCs/>
      <w:color w:val="004178"/>
      <w:spacing w:val="0"/>
      <w:kern w:val="0"/>
      <w:sz w:val="22"/>
      <w:szCs w:val="27"/>
      <w:lang w:eastAsia="nl-NL"/>
    </w:rPr>
  </w:style>
  <w:style w:type="paragraph" w:styleId="Kop4">
    <w:name w:val="heading 4"/>
    <w:basedOn w:val="Standaard"/>
    <w:link w:val="Kop4Char"/>
    <w:uiPriority w:val="9"/>
    <w:rsid w:val="00043FD5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pacing w:val="0"/>
      <w:kern w:val="0"/>
      <w:sz w:val="24"/>
      <w:szCs w:val="24"/>
      <w:lang w:eastAsia="nl-NL"/>
    </w:rPr>
  </w:style>
  <w:style w:type="paragraph" w:styleId="Kop5">
    <w:name w:val="heading 5"/>
    <w:basedOn w:val="Standaard"/>
    <w:next w:val="Standaard"/>
    <w:link w:val="Kop5Char"/>
    <w:uiPriority w:val="9"/>
    <w:unhideWhenUsed/>
    <w:rsid w:val="00890C77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pacing w:val="0"/>
      <w:kern w:val="0"/>
      <w:sz w:val="22"/>
      <w:szCs w:val="2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72C8"/>
    <w:rPr>
      <w:rFonts w:eastAsia="Times New Roman" w:cs="Times New Roman"/>
      <w:b/>
      <w:bCs/>
      <w:color w:val="F87F01"/>
      <w:kern w:val="36"/>
      <w:sz w:val="36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5E0E94"/>
    <w:rPr>
      <w:rFonts w:ascii="Malgun Gothic" w:eastAsia="Times New Roman" w:hAnsi="Malgun Gothic" w:cs="Times New Roman"/>
      <w:bCs/>
      <w:color w:val="004178"/>
      <w:sz w:val="20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043FD5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043FD5"/>
    <w:pPr>
      <w:spacing w:before="100" w:beforeAutospacing="1" w:after="100" w:afterAutospacing="1"/>
    </w:pPr>
    <w:rPr>
      <w:rFonts w:ascii="Times New Roman" w:eastAsia="Times New Roman" w:hAnsi="Times New Roman"/>
      <w:spacing w:val="0"/>
      <w:kern w:val="0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043FD5"/>
  </w:style>
  <w:style w:type="paragraph" w:styleId="Geenafstand">
    <w:name w:val="No Spacing"/>
    <w:uiPriority w:val="1"/>
    <w:qFormat/>
    <w:rsid w:val="00096067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C4463"/>
    <w:pPr>
      <w:keepLines/>
      <w:numPr>
        <w:numId w:val="1"/>
      </w:numPr>
      <w:spacing w:after="200" w:line="259" w:lineRule="auto"/>
      <w:contextualSpacing/>
    </w:pPr>
    <w:rPr>
      <w:rFonts w:asciiTheme="minorHAnsi" w:hAnsiTheme="minorHAnsi" w:cstheme="minorBidi"/>
      <w:spacing w:val="0"/>
      <w:kern w:val="0"/>
      <w:sz w:val="22"/>
      <w:szCs w:val="22"/>
    </w:rPr>
  </w:style>
  <w:style w:type="character" w:styleId="Hyperlink">
    <w:name w:val="Hyperlink"/>
    <w:basedOn w:val="Standaardalinea-lettertype"/>
    <w:uiPriority w:val="99"/>
    <w:unhideWhenUsed/>
    <w:rsid w:val="00405D91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405D91"/>
    <w:rPr>
      <w:color w:val="808080"/>
      <w:shd w:val="clear" w:color="auto" w:fill="E6E6E6"/>
    </w:rPr>
  </w:style>
  <w:style w:type="paragraph" w:styleId="Koptekst">
    <w:name w:val="header"/>
    <w:basedOn w:val="Standaard"/>
    <w:link w:val="KoptekstChar"/>
    <w:unhideWhenUsed/>
    <w:rsid w:val="009C2136"/>
    <w:pPr>
      <w:tabs>
        <w:tab w:val="center" w:pos="4536"/>
        <w:tab w:val="right" w:pos="9072"/>
      </w:tabs>
      <w:spacing w:after="0"/>
    </w:pPr>
    <w:rPr>
      <w:rFonts w:asciiTheme="minorHAnsi" w:hAnsiTheme="minorHAnsi" w:cstheme="minorBidi"/>
      <w:spacing w:val="0"/>
      <w:kern w:val="0"/>
      <w:sz w:val="22"/>
      <w:szCs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9C2136"/>
  </w:style>
  <w:style w:type="paragraph" w:styleId="Voettekst">
    <w:name w:val="footer"/>
    <w:basedOn w:val="Standaard"/>
    <w:link w:val="VoettekstChar"/>
    <w:uiPriority w:val="99"/>
    <w:unhideWhenUsed/>
    <w:rsid w:val="009C2136"/>
    <w:pPr>
      <w:tabs>
        <w:tab w:val="center" w:pos="4536"/>
        <w:tab w:val="right" w:pos="9072"/>
      </w:tabs>
      <w:spacing w:after="0"/>
    </w:pPr>
    <w:rPr>
      <w:rFonts w:asciiTheme="minorHAnsi" w:hAnsiTheme="minorHAnsi" w:cstheme="minorBidi"/>
      <w:spacing w:val="0"/>
      <w:kern w:val="0"/>
      <w:sz w:val="22"/>
      <w:szCs w:val="22"/>
    </w:rPr>
  </w:style>
  <w:style w:type="character" w:customStyle="1" w:styleId="VoettekstChar">
    <w:name w:val="Voettekst Char"/>
    <w:basedOn w:val="Standaardalinea-lettertype"/>
    <w:link w:val="Voettekst"/>
    <w:uiPriority w:val="99"/>
    <w:rsid w:val="009C2136"/>
  </w:style>
  <w:style w:type="paragraph" w:styleId="Ballontekst">
    <w:name w:val="Balloon Text"/>
    <w:basedOn w:val="Standaard"/>
    <w:link w:val="BallontekstChar"/>
    <w:uiPriority w:val="99"/>
    <w:semiHidden/>
    <w:unhideWhenUsed/>
    <w:rsid w:val="008135EC"/>
    <w:pPr>
      <w:spacing w:after="0"/>
    </w:pPr>
    <w:rPr>
      <w:rFonts w:ascii="Times New Roman" w:hAnsi="Times New Roman"/>
      <w:spacing w:val="0"/>
      <w:kern w:val="0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35EC"/>
    <w:rPr>
      <w:rFonts w:ascii="Times New Roman" w:hAnsi="Times New Roman" w:cs="Times New Roman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E0165B"/>
    <w:rPr>
      <w:rFonts w:eastAsiaTheme="majorEastAsia" w:cstheme="majorBidi"/>
      <w:b/>
      <w:color w:val="595959" w:themeColor="text1" w:themeTint="A6"/>
      <w:sz w:val="28"/>
      <w:szCs w:val="26"/>
    </w:rPr>
  </w:style>
  <w:style w:type="character" w:customStyle="1" w:styleId="Kop5Char">
    <w:name w:val="Kop 5 Char"/>
    <w:basedOn w:val="Standaardalinea-lettertype"/>
    <w:link w:val="Kop5"/>
    <w:uiPriority w:val="9"/>
    <w:rsid w:val="00890C7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apple-tab-span">
    <w:name w:val="apple-tab-span"/>
    <w:basedOn w:val="Standaardalinea-lettertype"/>
    <w:rsid w:val="007B0739"/>
  </w:style>
  <w:style w:type="paragraph" w:styleId="Citaat">
    <w:name w:val="Quote"/>
    <w:basedOn w:val="Standaard"/>
    <w:next w:val="Standaard"/>
    <w:link w:val="CitaatChar"/>
    <w:uiPriority w:val="29"/>
    <w:qFormat/>
    <w:rsid w:val="00CC0FCB"/>
    <w:pPr>
      <w:spacing w:before="200" w:after="160"/>
      <w:ind w:left="864" w:right="864"/>
    </w:pPr>
    <w:rPr>
      <w:rFonts w:asciiTheme="minorHAnsi" w:hAnsiTheme="minorHAnsi" w:cstheme="minorBidi"/>
      <w:i/>
      <w:iCs/>
      <w:color w:val="404040" w:themeColor="text1" w:themeTint="BF"/>
      <w:spacing w:val="0"/>
      <w:kern w:val="0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CC0FCB"/>
    <w:rPr>
      <w:i/>
      <w:iCs/>
      <w:color w:val="404040" w:themeColor="text1" w:themeTint="BF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556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hAnsiTheme="minorHAnsi" w:cstheme="minorBidi"/>
      <w:i/>
      <w:iCs/>
      <w:color w:val="4472C4" w:themeColor="accent1"/>
      <w:spacing w:val="0"/>
      <w:kern w:val="0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55632"/>
    <w:rPr>
      <w:i/>
      <w:iCs/>
      <w:color w:val="4472C4" w:themeColor="accent1"/>
      <w:sz w:val="24"/>
      <w:szCs w:val="24"/>
    </w:rPr>
  </w:style>
  <w:style w:type="character" w:styleId="Onopgelostemelding">
    <w:name w:val="Unresolved Mention"/>
    <w:basedOn w:val="Standaardalinea-lettertype"/>
    <w:uiPriority w:val="99"/>
    <w:rsid w:val="002250F3"/>
    <w:rPr>
      <w:color w:val="808080"/>
      <w:shd w:val="clear" w:color="auto" w:fill="E6E6E6"/>
    </w:rPr>
  </w:style>
  <w:style w:type="character" w:styleId="Paginanummer">
    <w:name w:val="page number"/>
    <w:basedOn w:val="Standaardalinea-lettertype"/>
    <w:rsid w:val="00274109"/>
  </w:style>
  <w:style w:type="paragraph" w:customStyle="1" w:styleId="Default">
    <w:name w:val="Default"/>
    <w:rsid w:val="00F71F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sie">
    <w:name w:val="Revision"/>
    <w:hidden/>
    <w:uiPriority w:val="99"/>
    <w:semiHidden/>
    <w:rsid w:val="00E85D62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3F3C74"/>
    <w:rPr>
      <w:color w:val="954F72" w:themeColor="followed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620F6F"/>
    <w:rPr>
      <w:color w:val="808080"/>
    </w:rPr>
  </w:style>
  <w:style w:type="table" w:styleId="Tabelraster">
    <w:name w:val="Table Grid"/>
    <w:basedOn w:val="Standaardtabel"/>
    <w:uiPriority w:val="39"/>
    <w:rsid w:val="00E6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E6669F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6669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0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8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0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14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60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71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1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938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22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0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4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915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86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78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94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82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7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oregionalearth.org/pathway/design-pathway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.wikipedia.org/wiki/The_Need_for_Root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https://forw.to/technieken" TargetMode="External"/><Relationship Id="rId3" Type="http://schemas.openxmlformats.org/officeDocument/2006/relationships/hyperlink" Target="https://connectivepartners.pro" TargetMode="External"/><Relationship Id="rId7" Type="http://schemas.openxmlformats.org/officeDocument/2006/relationships/hyperlink" Target="https://impact033.nl" TargetMode="External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hyperlink" Target="https://connectivepartners.pro" TargetMode="External"/><Relationship Id="rId5" Type="http://schemas.openxmlformats.org/officeDocument/2006/relationships/hyperlink" Target="https://forw.to/technieken" TargetMode="External"/><Relationship Id="rId4" Type="http://schemas.openxmlformats.org/officeDocument/2006/relationships/hyperlink" Target="https://impact033.n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mi-Armand\OneDrive\Projecten\Connective%20Partners\Resources\ConnectivePartners%20Word%20Template%20Formee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E5966682C6541BC85CD8490D4367B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8651FD-D167-40A5-AC8A-36D70555A847}"/>
      </w:docPartPr>
      <w:docPartBody>
        <w:p w:rsidR="00177767" w:rsidRDefault="0019308A">
          <w:pPr>
            <w:pStyle w:val="2E5966682C6541BC85CD8490D4367B41"/>
          </w:pPr>
          <w:r w:rsidRPr="000D5E24">
            <w:rPr>
              <w:rStyle w:val="Tekstvantijdelijkeaanduiding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493"/>
    <w:rsid w:val="00177767"/>
    <w:rsid w:val="0019308A"/>
    <w:rsid w:val="001A4BB8"/>
    <w:rsid w:val="002F7B27"/>
    <w:rsid w:val="0032342B"/>
    <w:rsid w:val="00364678"/>
    <w:rsid w:val="003961F1"/>
    <w:rsid w:val="003E094C"/>
    <w:rsid w:val="00491721"/>
    <w:rsid w:val="00640658"/>
    <w:rsid w:val="008B637B"/>
    <w:rsid w:val="00967977"/>
    <w:rsid w:val="00B95CC7"/>
    <w:rsid w:val="00BE60BB"/>
    <w:rsid w:val="00D8483B"/>
    <w:rsid w:val="00EE1493"/>
    <w:rsid w:val="00F15F32"/>
    <w:rsid w:val="00F63B38"/>
    <w:rsid w:val="00F8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customStyle="1" w:styleId="2E5966682C6541BC85CD8490D4367B41">
    <w:name w:val="2E5966682C6541BC85CD8490D4367B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8d0feb-7fa6-4894-8d85-af3f96c5adb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53B499522DDD42AC60EE02C7927DD3" ma:contentTypeVersion="14" ma:contentTypeDescription="Een nieuw document maken." ma:contentTypeScope="" ma:versionID="53d9b575f609301b2bb18b83f171416d">
  <xsd:schema xmlns:xsd="http://www.w3.org/2001/XMLSchema" xmlns:xs="http://www.w3.org/2001/XMLSchema" xmlns:p="http://schemas.microsoft.com/office/2006/metadata/properties" xmlns:ns2="618d0feb-7fa6-4894-8d85-af3f96c5adba" targetNamespace="http://schemas.microsoft.com/office/2006/metadata/properties" ma:root="true" ma:fieldsID="2561d6a655fe8a772a939608d1e1d4c6" ns2:_="">
    <xsd:import namespace="618d0feb-7fa6-4894-8d85-af3f96c5ad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d0feb-7fa6-4894-8d85-af3f96c5ad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8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843d0cca-f26d-4f4b-bc1a-3a56cbb345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84B4F9-AD4B-4A19-9CDA-EE6BFCAB03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97FB24-5363-4312-8010-0668DBD5F6AF}">
  <ds:schemaRefs>
    <ds:schemaRef ds:uri="http://schemas.microsoft.com/office/2006/metadata/properties"/>
    <ds:schemaRef ds:uri="http://schemas.microsoft.com/office/infopath/2007/PartnerControls"/>
    <ds:schemaRef ds:uri="618d0feb-7fa6-4894-8d85-af3f96c5adba"/>
  </ds:schemaRefs>
</ds:datastoreItem>
</file>

<file path=customXml/itemProps3.xml><?xml version="1.0" encoding="utf-8"?>
<ds:datastoreItem xmlns:ds="http://schemas.openxmlformats.org/officeDocument/2006/customXml" ds:itemID="{F14A9E65-6499-4070-8579-33D5EB23F0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AF559A-B83E-43F4-8A58-737940E98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d0feb-7fa6-4894-8d85-af3f96c5ad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ConnectivePartners Word Template Formeel.dotx</Template>
  <TotalTime>35</TotalTime>
  <Pages>3</Pages>
  <Words>654</Words>
  <Characters>3971</Characters>
  <Application>Microsoft Office Word</Application>
  <DocSecurity>0</DocSecurity>
  <Lines>124</Lines>
  <Paragraphs>71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Wortelingsworkshop</vt:lpstr>
      <vt:lpstr/>
    </vt:vector>
  </TitlesOfParts>
  <Company>Connective Partners BV</Company>
  <LinksUpToDate>false</LinksUpToDate>
  <CharactersWithSpaces>4554</CharactersWithSpaces>
  <SharedDoc>false</SharedDoc>
  <HyperlinkBase>https://connectivepartners.pro</HyperlinkBase>
  <HLinks>
    <vt:vector size="12" baseType="variant">
      <vt:variant>
        <vt:i4>983161</vt:i4>
      </vt:variant>
      <vt:variant>
        <vt:i4>3</vt:i4>
      </vt:variant>
      <vt:variant>
        <vt:i4>0</vt:i4>
      </vt:variant>
      <vt:variant>
        <vt:i4>5</vt:i4>
      </vt:variant>
      <vt:variant>
        <vt:lpwstr>mailto:remi-armand@connectivepartners.pro</vt:lpwstr>
      </vt:variant>
      <vt:variant>
        <vt:lpwstr/>
      </vt:variant>
      <vt:variant>
        <vt:i4>5636171</vt:i4>
      </vt:variant>
      <vt:variant>
        <vt:i4>0</vt:i4>
      </vt:variant>
      <vt:variant>
        <vt:i4>0</vt:i4>
      </vt:variant>
      <vt:variant>
        <vt:i4>5</vt:i4>
      </vt:variant>
      <vt:variant>
        <vt:lpwstr>https://www.connectivepartners.pro/algemene-voorwaarden/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Wortelingsworkshop</dc:title>
  <dc:subject/>
  <dc:creator>Remi-Armand</dc:creator>
  <cp:keywords/>
  <dc:description/>
  <cp:lastModifiedBy>Remi-Armand Collaris</cp:lastModifiedBy>
  <cp:revision>34</cp:revision>
  <cp:lastPrinted>2025-09-23T23:21:00Z</cp:lastPrinted>
  <dcterms:created xsi:type="dcterms:W3CDTF">2025-09-23T22:49:00Z</dcterms:created>
  <dcterms:modified xsi:type="dcterms:W3CDTF">2025-09-23T23:22:00Z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nummer">
    <vt:lpwstr>2022XXXX</vt:lpwstr>
  </property>
  <property fmtid="{D5CDD505-2E9C-101B-9397-08002B2CF9AE}" pid="3" name="Klant">
    <vt:lpwstr>Klant</vt:lpwstr>
  </property>
  <property fmtid="{D5CDD505-2E9C-101B-9397-08002B2CF9AE}" pid="4" name="Status">
    <vt:lpwstr>Concept</vt:lpwstr>
  </property>
  <property fmtid="{D5CDD505-2E9C-101B-9397-08002B2CF9AE}" pid="5" name="Versie">
    <vt:lpwstr>0.1</vt:lpwstr>
  </property>
  <property fmtid="{D5CDD505-2E9C-101B-9397-08002B2CF9AE}" pid="6" name="ContentTypeId">
    <vt:lpwstr>0x010100F753B499522DDD42AC60EE02C7927DD3</vt:lpwstr>
  </property>
  <property fmtid="{D5CDD505-2E9C-101B-9397-08002B2CF9AE}" pid="7" name="MediaServiceImageTags">
    <vt:lpwstr/>
  </property>
</Properties>
</file>